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D08B1" w14:textId="0F02D512" w:rsidR="000B2FEF" w:rsidRDefault="000B2FEF" w:rsidP="000B2FEF">
      <w:pPr>
        <w:pStyle w:val="Heading5"/>
        <w:jc w:val="left"/>
        <w:rPr>
          <w:sz w:val="20"/>
          <w:lang w:val="ro-RO"/>
        </w:rPr>
      </w:pPr>
      <w:r w:rsidRPr="000B2FEF">
        <w:rPr>
          <w:sz w:val="20"/>
          <w:lang w:val="ro-RO"/>
        </w:rPr>
        <w:t xml:space="preserve">ANEXA 21: Domeniul </w:t>
      </w:r>
      <w:r w:rsidR="00717277" w:rsidRPr="000B2FEF">
        <w:rPr>
          <w:sz w:val="20"/>
          <w:lang w:val="ro-RO" w:eastAsia="en-US"/>
        </w:rPr>
        <w:t>SĂNĂTATE ŞI ASISTENŢĂ PEDAGOGICĂ/</w:t>
      </w:r>
      <w:r w:rsidR="00717277" w:rsidRPr="000B2FEF">
        <w:rPr>
          <w:sz w:val="20"/>
          <w:lang w:val="ro-RO"/>
        </w:rPr>
        <w:t>PREGĂTIRE ŞI INSTRUIRE PRACTICĂ</w:t>
      </w:r>
    </w:p>
    <w:p w14:paraId="5D8A781D" w14:textId="77777777" w:rsidR="0058411E" w:rsidRPr="0058411E" w:rsidRDefault="0058411E" w:rsidP="0058411E">
      <w:pPr>
        <w:rPr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58411E" w:rsidRPr="005B7C2B" w14:paraId="3464A7C5" w14:textId="77777777" w:rsidTr="00F03752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1C7CB169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76AEBEB7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28D76DD0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6B9C9DCD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725EA81F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58411E" w:rsidRPr="005B7C2B" w14:paraId="47A8E009" w14:textId="77777777" w:rsidTr="00F03752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148509CF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Învățământ postliceal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4ED60A7D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045D3169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21.1. Asistență medicală generală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063D2E03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21.1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741AEAA6" w14:textId="77777777" w:rsidR="0058411E" w:rsidRPr="005B7C2B" w:rsidRDefault="0058411E" w:rsidP="00F03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11E" w:rsidRPr="005B7C2B" w14:paraId="5C0487A8" w14:textId="77777777" w:rsidTr="0058411E">
        <w:trPr>
          <w:trHeight w:val="20"/>
        </w:trPr>
        <w:tc>
          <w:tcPr>
            <w:tcW w:w="1291" w:type="dxa"/>
            <w:vMerge w:val="restart"/>
            <w:hideMark/>
          </w:tcPr>
          <w:p w14:paraId="34A78B5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hideMark/>
          </w:tcPr>
          <w:p w14:paraId="1A98784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664BB53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tcBorders>
              <w:top w:val="single" w:sz="4" w:space="0" w:color="auto"/>
            </w:tcBorders>
            <w:shd w:val="clear" w:color="auto" w:fill="FFFFFF"/>
          </w:tcPr>
          <w:p w14:paraId="01746610" w14:textId="3EF02A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Anestezie – terapie intensivă şi nursing specific</w:t>
            </w:r>
          </w:p>
        </w:tc>
        <w:tc>
          <w:tcPr>
            <w:tcW w:w="615" w:type="dxa"/>
            <w:hideMark/>
          </w:tcPr>
          <w:p w14:paraId="697C2E2E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411E" w:rsidRPr="005B7C2B" w14:paraId="0F023DF6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34D52162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F6E6EE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AA1D754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2DCEA6EE" w14:textId="1E99FA23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Boli infecțioase și nursing specific</w:t>
            </w:r>
          </w:p>
        </w:tc>
        <w:tc>
          <w:tcPr>
            <w:tcW w:w="615" w:type="dxa"/>
            <w:hideMark/>
          </w:tcPr>
          <w:p w14:paraId="6BE6C436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411E" w:rsidRPr="005B7C2B" w14:paraId="5B8EB8FE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640FC10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B6D58B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CF1A4F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Align w:val="center"/>
          </w:tcPr>
          <w:p w14:paraId="1D52B049" w14:textId="141DE191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 serviciilor de nursing</w:t>
            </w:r>
          </w:p>
        </w:tc>
        <w:tc>
          <w:tcPr>
            <w:tcW w:w="615" w:type="dxa"/>
            <w:hideMark/>
          </w:tcPr>
          <w:p w14:paraId="0841B37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8411E" w:rsidRPr="005B7C2B" w14:paraId="4034B607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0D5BBD2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374ECBF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7AB11DD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48D900C9" w14:textId="59632AC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Cercetare în nursing</w:t>
            </w:r>
          </w:p>
        </w:tc>
        <w:tc>
          <w:tcPr>
            <w:tcW w:w="615" w:type="dxa"/>
            <w:hideMark/>
          </w:tcPr>
          <w:p w14:paraId="47FFED05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8411E" w:rsidRPr="005B7C2B" w14:paraId="160EC19B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413802E2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CD377DD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7AA120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52819D75" w14:textId="4C6CE97C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Chirurgie și nursing specific</w:t>
            </w:r>
            <w:r w:rsidRPr="003A2076">
              <w:rPr>
                <w:rFonts w:ascii="Times New Roman" w:eastAsia="Calibri" w:hAnsi="Times New Roman" w:cs="Times New Roman"/>
                <w:caps/>
                <w:color w:val="000000" w:themeColor="text1"/>
                <w:sz w:val="20"/>
                <w:szCs w:val="20"/>
              </w:rPr>
              <w:t xml:space="preserve"> (Chi. I</w:t>
            </w: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15" w:type="dxa"/>
            <w:hideMark/>
          </w:tcPr>
          <w:p w14:paraId="51827D53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8411E" w:rsidRPr="005B7C2B" w14:paraId="6EE7B977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4F2612B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2A944FD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2C8421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479CAF05" w14:textId="03BDC591" w:rsidR="0058411E" w:rsidRPr="005B7C2B" w:rsidRDefault="00717277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Chirurgie</w:t>
            </w:r>
            <w:r w:rsidR="0058411E"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și nursing specific </w:t>
            </w:r>
            <w:r w:rsidR="0058411E" w:rsidRPr="003A2076">
              <w:rPr>
                <w:rFonts w:ascii="Times New Roman" w:eastAsia="Calibri" w:hAnsi="Times New Roman" w:cs="Times New Roman"/>
                <w:caps/>
                <w:color w:val="000000" w:themeColor="text1"/>
                <w:sz w:val="20"/>
                <w:szCs w:val="20"/>
              </w:rPr>
              <w:t>(Chi. II</w:t>
            </w:r>
            <w:r w:rsidR="0058411E"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15" w:type="dxa"/>
            <w:hideMark/>
          </w:tcPr>
          <w:p w14:paraId="60F33FE9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8411E" w:rsidRPr="005B7C2B" w14:paraId="7CABD708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4AC2F2A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3E4DF2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E51516D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40ADAB46" w14:textId="637AFA59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Conduită în urgenţe medico - chirurgicale</w:t>
            </w:r>
          </w:p>
        </w:tc>
        <w:tc>
          <w:tcPr>
            <w:tcW w:w="615" w:type="dxa"/>
            <w:hideMark/>
          </w:tcPr>
          <w:p w14:paraId="61906CD3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8411E" w:rsidRPr="005B7C2B" w14:paraId="33B2E720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67653BD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1B4F97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6D37F6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7ACB9A8F" w14:textId="7FE305B0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Dermatologie și nursing specific</w:t>
            </w:r>
          </w:p>
        </w:tc>
        <w:tc>
          <w:tcPr>
            <w:tcW w:w="615" w:type="dxa"/>
            <w:hideMark/>
          </w:tcPr>
          <w:p w14:paraId="6FF561B9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8411E" w:rsidRPr="005B7C2B" w14:paraId="0B8AEC1F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7159864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281087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B2F945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B5A2A16" w14:textId="435E3D94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Deontologie şi etică profesională</w:t>
            </w:r>
          </w:p>
        </w:tc>
        <w:tc>
          <w:tcPr>
            <w:tcW w:w="615" w:type="dxa"/>
            <w:hideMark/>
          </w:tcPr>
          <w:p w14:paraId="7D0D8A9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411E" w:rsidRPr="005B7C2B" w14:paraId="1D173C69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6B91215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9B8529B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F45DC0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617AD18" w14:textId="116D2E5C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Educaţie pentru sănătate</w:t>
            </w:r>
          </w:p>
        </w:tc>
        <w:tc>
          <w:tcPr>
            <w:tcW w:w="615" w:type="dxa"/>
            <w:hideMark/>
          </w:tcPr>
          <w:p w14:paraId="355871EC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8411E" w:rsidRPr="005B7C2B" w14:paraId="359FC3A8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1F753B2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F6BD53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6DF445F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0E4EBC91" w14:textId="24983FDD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Gerontologie, geriatrie şi nursing specific</w:t>
            </w:r>
          </w:p>
        </w:tc>
        <w:tc>
          <w:tcPr>
            <w:tcW w:w="615" w:type="dxa"/>
            <w:hideMark/>
          </w:tcPr>
          <w:p w14:paraId="7DA4C829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8411E" w:rsidRPr="005B7C2B" w14:paraId="6D3F0F34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4D21DA20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6B9CC27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0D9B56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7B121ED0" w14:textId="7FD6BCD9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Ginecologie şi nursing în ginecologie</w:t>
            </w:r>
          </w:p>
        </w:tc>
        <w:tc>
          <w:tcPr>
            <w:tcW w:w="615" w:type="dxa"/>
            <w:hideMark/>
          </w:tcPr>
          <w:p w14:paraId="01351A50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8411E" w:rsidRPr="005B7C2B" w14:paraId="7E976EB2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7373B2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CE5E0F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9F49010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647AD52" w14:textId="6C17E08B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Igienă, prevenirea și controlul infecțiilor</w:t>
            </w:r>
          </w:p>
        </w:tc>
        <w:tc>
          <w:tcPr>
            <w:tcW w:w="615" w:type="dxa"/>
            <w:hideMark/>
          </w:tcPr>
          <w:p w14:paraId="66D11820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8411E" w:rsidRPr="005B7C2B" w14:paraId="7C037C63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127E922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CB9ED2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3CC1590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763FCB8" w14:textId="6B0E1D52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Îngrijiri la domiciliu</w:t>
            </w:r>
          </w:p>
        </w:tc>
        <w:tc>
          <w:tcPr>
            <w:tcW w:w="615" w:type="dxa"/>
            <w:hideMark/>
          </w:tcPr>
          <w:p w14:paraId="01E2FCA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8411E" w:rsidRPr="005B7C2B" w14:paraId="6E8E7F7C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CC7ED7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CEE80D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4D1AD4B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AF1F361" w14:textId="1787B120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Îngrijiri paliative</w:t>
            </w:r>
          </w:p>
        </w:tc>
        <w:tc>
          <w:tcPr>
            <w:tcW w:w="615" w:type="dxa"/>
            <w:hideMark/>
          </w:tcPr>
          <w:p w14:paraId="5F12C7F9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411E" w:rsidRPr="005B7C2B" w14:paraId="2B1A509E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6BBDA4B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56402D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8CD417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0555C396" w14:textId="4BA2E67A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Leadership și comunicare profesională</w:t>
            </w:r>
          </w:p>
        </w:tc>
        <w:tc>
          <w:tcPr>
            <w:tcW w:w="615" w:type="dxa"/>
            <w:hideMark/>
          </w:tcPr>
          <w:p w14:paraId="463CF1F0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8411E" w:rsidRPr="005B7C2B" w14:paraId="2BEC8B48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B937B5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3F080F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C8F757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36994C5D" w14:textId="4370A598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Medicină internă și nursing specific (</w:t>
            </w:r>
            <w:r w:rsidRPr="003A2076">
              <w:rPr>
                <w:rFonts w:ascii="Times New Roman" w:eastAsia="Calibri" w:hAnsi="Times New Roman" w:cs="Times New Roman"/>
                <w:caps/>
                <w:color w:val="000000" w:themeColor="text1"/>
                <w:sz w:val="20"/>
                <w:szCs w:val="20"/>
              </w:rPr>
              <w:t>Mi. I)</w:t>
            </w:r>
          </w:p>
        </w:tc>
        <w:tc>
          <w:tcPr>
            <w:tcW w:w="615" w:type="dxa"/>
            <w:hideMark/>
          </w:tcPr>
          <w:p w14:paraId="32135D3C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8411E" w:rsidRPr="005B7C2B" w14:paraId="0B0DFBF7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CA823BF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9702104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DAF6CF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7DF5449B" w14:textId="538D98CD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Medicină internă și nursing specific</w:t>
            </w:r>
            <w:r w:rsidRPr="003A2076">
              <w:rPr>
                <w:rFonts w:ascii="Times New Roman" w:eastAsia="Calibri" w:hAnsi="Times New Roman" w:cs="Times New Roman"/>
                <w:caps/>
                <w:color w:val="000000" w:themeColor="text1"/>
                <w:sz w:val="20"/>
                <w:szCs w:val="20"/>
              </w:rPr>
              <w:t xml:space="preserve"> (Mi. II</w:t>
            </w:r>
            <w:r w:rsidRPr="003A20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15" w:type="dxa"/>
            <w:hideMark/>
          </w:tcPr>
          <w:p w14:paraId="4555E3B9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8411E" w:rsidRPr="005B7C2B" w14:paraId="0D5D8641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3287D858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08388D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125E7B6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56372D1F" w14:textId="7A2BCF7A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Neurologie şi nursing în neurologie</w:t>
            </w:r>
          </w:p>
        </w:tc>
        <w:tc>
          <w:tcPr>
            <w:tcW w:w="615" w:type="dxa"/>
            <w:hideMark/>
          </w:tcPr>
          <w:p w14:paraId="1DCAEFC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8411E" w:rsidRPr="005B7C2B" w14:paraId="429D613D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57F420B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B98C42F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EAB0A87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42BFB383" w14:textId="2DFA1DEC" w:rsidR="0058411E" w:rsidRPr="005B7C2B" w:rsidRDefault="00717277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Nursing comunitar</w:t>
            </w:r>
          </w:p>
        </w:tc>
        <w:tc>
          <w:tcPr>
            <w:tcW w:w="615" w:type="dxa"/>
            <w:hideMark/>
          </w:tcPr>
          <w:p w14:paraId="4F56739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8411E" w:rsidRPr="005B7C2B" w14:paraId="552913BB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AA844E4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467AF9B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8C87970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DE7BD5D" w14:textId="74ADD143" w:rsidR="0058411E" w:rsidRPr="005B7C2B" w:rsidRDefault="00717277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pacing w:val="-10"/>
                <w:sz w:val="20"/>
                <w:szCs w:val="20"/>
              </w:rPr>
              <w:t>Nursing general 1</w:t>
            </w:r>
          </w:p>
        </w:tc>
        <w:tc>
          <w:tcPr>
            <w:tcW w:w="615" w:type="dxa"/>
            <w:hideMark/>
          </w:tcPr>
          <w:p w14:paraId="6E588667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8411E" w:rsidRPr="005B7C2B" w14:paraId="4E364B4A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23E6BF9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6507804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81916D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358DBA01" w14:textId="4ECD1DB9" w:rsidR="0058411E" w:rsidRPr="005B7C2B" w:rsidRDefault="00717277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pacing w:val="-10"/>
                <w:sz w:val="20"/>
                <w:szCs w:val="20"/>
              </w:rPr>
              <w:t>Nursing general 2</w:t>
            </w:r>
          </w:p>
        </w:tc>
        <w:tc>
          <w:tcPr>
            <w:tcW w:w="615" w:type="dxa"/>
            <w:hideMark/>
          </w:tcPr>
          <w:p w14:paraId="19257CED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8411E" w:rsidRPr="005B7C2B" w14:paraId="1905CB8E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13F342C2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654BD07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BE4AA5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7E6845CA" w14:textId="261E003C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Nutriţie şi dietetică</w:t>
            </w:r>
          </w:p>
        </w:tc>
        <w:tc>
          <w:tcPr>
            <w:tcW w:w="615" w:type="dxa"/>
            <w:hideMark/>
          </w:tcPr>
          <w:p w14:paraId="014A4355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58411E" w:rsidRPr="005B7C2B" w14:paraId="147C66FB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0E5EB87E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2D877B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574FFE2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  <w:vAlign w:val="center"/>
          </w:tcPr>
          <w:p w14:paraId="148947D6" w14:textId="67FBC3B4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Obstetrică şi nursing în obstetrică</w:t>
            </w:r>
          </w:p>
        </w:tc>
        <w:tc>
          <w:tcPr>
            <w:tcW w:w="615" w:type="dxa"/>
            <w:hideMark/>
          </w:tcPr>
          <w:p w14:paraId="7195A233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8411E" w:rsidRPr="005B7C2B" w14:paraId="447E3732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038766C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C7DBD19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ECC50C1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7F42F2DF" w14:textId="408FBC4A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Oncologie şi nursing în oncologie</w:t>
            </w:r>
          </w:p>
        </w:tc>
        <w:tc>
          <w:tcPr>
            <w:tcW w:w="615" w:type="dxa"/>
            <w:hideMark/>
          </w:tcPr>
          <w:p w14:paraId="466C5178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8411E" w:rsidRPr="005B7C2B" w14:paraId="2830F1B3" w14:textId="77777777" w:rsidTr="00FE6973">
        <w:trPr>
          <w:trHeight w:val="20"/>
        </w:trPr>
        <w:tc>
          <w:tcPr>
            <w:tcW w:w="1291" w:type="dxa"/>
            <w:vMerge/>
            <w:hideMark/>
          </w:tcPr>
          <w:p w14:paraId="39184165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2919D6D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751415A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shd w:val="clear" w:color="auto" w:fill="FFFFFF"/>
          </w:tcPr>
          <w:p w14:paraId="6345031E" w14:textId="65372BF0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Psihiatrie şi nursing în psihiatrie</w:t>
            </w:r>
          </w:p>
        </w:tc>
        <w:tc>
          <w:tcPr>
            <w:tcW w:w="615" w:type="dxa"/>
            <w:hideMark/>
          </w:tcPr>
          <w:p w14:paraId="6995858A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8411E" w:rsidRPr="005B7C2B" w14:paraId="1A4B8BBD" w14:textId="77777777" w:rsidTr="00717277">
        <w:trPr>
          <w:trHeight w:val="20"/>
        </w:trPr>
        <w:tc>
          <w:tcPr>
            <w:tcW w:w="1291" w:type="dxa"/>
            <w:vMerge/>
            <w:tcBorders>
              <w:bottom w:val="single" w:sz="4" w:space="0" w:color="auto"/>
            </w:tcBorders>
            <w:hideMark/>
          </w:tcPr>
          <w:p w14:paraId="78B52F73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bottom w:val="single" w:sz="4" w:space="0" w:color="auto"/>
            </w:tcBorders>
            <w:hideMark/>
          </w:tcPr>
          <w:p w14:paraId="59EA3D4C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bottom w:val="single" w:sz="4" w:space="0" w:color="auto"/>
            </w:tcBorders>
            <w:hideMark/>
          </w:tcPr>
          <w:p w14:paraId="0A3E6374" w14:textId="77777777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bottom w:val="single" w:sz="4" w:space="0" w:color="auto"/>
            </w:tcBorders>
            <w:shd w:val="clear" w:color="auto" w:fill="FFFFFF"/>
          </w:tcPr>
          <w:p w14:paraId="167A20A0" w14:textId="109D73DA" w:rsidR="0058411E" w:rsidRPr="005B7C2B" w:rsidRDefault="0058411E" w:rsidP="00584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0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Puericultură, pediatrie şi nursing specific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hideMark/>
          </w:tcPr>
          <w:p w14:paraId="6642588A" w14:textId="77777777" w:rsidR="0058411E" w:rsidRPr="005B7C2B" w:rsidRDefault="0058411E" w:rsidP="00584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C94AF38" w14:textId="77777777" w:rsidR="0058411E" w:rsidRDefault="0058411E" w:rsidP="000B2FEF">
      <w:pPr>
        <w:rPr>
          <w:rFonts w:ascii="Times New Roman" w:hAnsi="Times New Roman" w:cs="Times New Roman"/>
          <w:sz w:val="20"/>
          <w:szCs w:val="20"/>
          <w:lang w:eastAsia="ro-RO"/>
        </w:rPr>
      </w:pPr>
    </w:p>
    <w:p w14:paraId="5F12D394" w14:textId="77777777" w:rsidR="0058411E" w:rsidRDefault="0058411E" w:rsidP="000B2FEF">
      <w:pPr>
        <w:rPr>
          <w:rFonts w:ascii="Times New Roman" w:hAnsi="Times New Roman" w:cs="Times New Roman"/>
          <w:sz w:val="20"/>
          <w:szCs w:val="20"/>
          <w:lang w:eastAsia="ro-RO"/>
        </w:rPr>
      </w:pPr>
    </w:p>
    <w:p w14:paraId="704BC59B" w14:textId="77777777" w:rsidR="0058411E" w:rsidRPr="00E2087F" w:rsidRDefault="0058411E" w:rsidP="000B2FEF">
      <w:pPr>
        <w:rPr>
          <w:rFonts w:ascii="Times New Roman" w:hAnsi="Times New Roman" w:cs="Times New Roman"/>
          <w:sz w:val="20"/>
          <w:szCs w:val="20"/>
          <w:lang w:eastAsia="ro-RO"/>
        </w:rPr>
      </w:pPr>
    </w:p>
    <w:p w14:paraId="14F29A10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0D1F38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738528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C812E3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8999FB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E5146B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4D055E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D3BF58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603E6E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47C2ED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0DC416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82621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4BAB48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F6ED8F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0438ED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08BBDB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1B9FA4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C843AC" w14:textId="77777777" w:rsidR="000B2FEF" w:rsidRDefault="000B2FEF" w:rsidP="000B2F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2B3A71BA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51A2A152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67139ADB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7628BC1D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3C5AEB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21CC0722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714F3A65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7C29C642" w14:textId="40C08DED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Învățământ postliceal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69A7BC13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62E70688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21.2. Farmacie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53F2833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21.2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19A1DAAF" w14:textId="48586F05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04DB" w:rsidRPr="005B7C2B" w14:paraId="06BF7044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07803832" w14:textId="0778CF9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hideMark/>
          </w:tcPr>
          <w:p w14:paraId="5CF8813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448338B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79245EE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0358F519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04DB" w:rsidRPr="005B7C2B" w14:paraId="3B6FCA9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9428C4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90DA7F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BF16C8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7DE0B1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organizare sanitară și farmaceutică</w:t>
            </w:r>
          </w:p>
        </w:tc>
        <w:tc>
          <w:tcPr>
            <w:tcW w:w="615" w:type="dxa"/>
            <w:hideMark/>
          </w:tcPr>
          <w:p w14:paraId="0C5BDE67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04DB" w:rsidRPr="005B7C2B" w14:paraId="36D3B9E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ABCE7E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C18DD2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0E944B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FFECE2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Forme farmaceutice ca sisteme disperse, eterogene</w:t>
            </w:r>
          </w:p>
        </w:tc>
        <w:tc>
          <w:tcPr>
            <w:tcW w:w="615" w:type="dxa"/>
            <w:hideMark/>
          </w:tcPr>
          <w:p w14:paraId="2D372002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04DB" w:rsidRPr="005B7C2B" w14:paraId="0C79624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38FB03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A679A3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393722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A8F94B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Forme farmaceutice ca sisteme disperse, omogene</w:t>
            </w:r>
          </w:p>
        </w:tc>
        <w:tc>
          <w:tcPr>
            <w:tcW w:w="615" w:type="dxa"/>
            <w:hideMark/>
          </w:tcPr>
          <w:p w14:paraId="21491A0E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04DB" w:rsidRPr="005B7C2B" w14:paraId="7CF92DF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7BD0E4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ADA49C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34D652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B2D9D4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Forme farmaceutice solide – comprimate și drajeuri</w:t>
            </w:r>
          </w:p>
        </w:tc>
        <w:tc>
          <w:tcPr>
            <w:tcW w:w="615" w:type="dxa"/>
            <w:hideMark/>
          </w:tcPr>
          <w:p w14:paraId="6FF74AB0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04DB" w:rsidRPr="005B7C2B" w14:paraId="3887819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E65F3A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8428A5E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BC3137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5CF65F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Forme farmaceutice solide – pulberi și pilule</w:t>
            </w:r>
          </w:p>
        </w:tc>
        <w:tc>
          <w:tcPr>
            <w:tcW w:w="615" w:type="dxa"/>
            <w:hideMark/>
          </w:tcPr>
          <w:p w14:paraId="2088BB55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04DB" w:rsidRPr="005B7C2B" w14:paraId="6320987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1839CA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11CA25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28D5D0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4373CB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Forme farmaceutice sterile</w:t>
            </w:r>
          </w:p>
        </w:tc>
        <w:tc>
          <w:tcPr>
            <w:tcW w:w="615" w:type="dxa"/>
            <w:hideMark/>
          </w:tcPr>
          <w:p w14:paraId="46206071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04DB" w:rsidRPr="005B7C2B" w14:paraId="0D89052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48680D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708E5D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B660BC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4DF6EC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Marketing în domeniul farmaceutic</w:t>
            </w:r>
          </w:p>
        </w:tc>
        <w:tc>
          <w:tcPr>
            <w:tcW w:w="615" w:type="dxa"/>
            <w:hideMark/>
          </w:tcPr>
          <w:p w14:paraId="3AA9575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04DB" w:rsidRPr="005B7C2B" w14:paraId="61DE76F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C98048E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EF3B5C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692106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C8C093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Preparate dermo-cosmetice și de igienă</w:t>
            </w:r>
          </w:p>
        </w:tc>
        <w:tc>
          <w:tcPr>
            <w:tcW w:w="615" w:type="dxa"/>
            <w:hideMark/>
          </w:tcPr>
          <w:p w14:paraId="034AA667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604DB" w:rsidRPr="005B7C2B" w14:paraId="7DB2316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E86A86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EF6D9D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F0F30C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4CFBDF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Propedeutică farmaceutică și operații generale în practica farmaceutică</w:t>
            </w:r>
          </w:p>
        </w:tc>
        <w:tc>
          <w:tcPr>
            <w:tcW w:w="615" w:type="dxa"/>
            <w:hideMark/>
          </w:tcPr>
          <w:p w14:paraId="10B7FEAF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ABF67DE" w14:textId="4B3CB636" w:rsidR="008604DB" w:rsidRDefault="008604DB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B5C4B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49260F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45C50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A52EA8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FBBFF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FF636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94707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ABFC44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F9B7E3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104A9F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0B705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E22E8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20826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36B50E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CCB08D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E0297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D62DE0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AACE1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B1B294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1CD0A0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7C6384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028D2D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EEE976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7F4635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B54023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6A533D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07FA7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1F8C2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4FA7F9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EC016D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FFFAA1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2DC338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A72D6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84F3F9" w14:textId="77777777" w:rsidR="006F3CAE" w:rsidRPr="005B7C2B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8"/>
        <w:gridCol w:w="1425"/>
        <w:gridCol w:w="1837"/>
        <w:gridCol w:w="3895"/>
        <w:gridCol w:w="607"/>
      </w:tblGrid>
      <w:tr w:rsidR="00A33D86" w:rsidRPr="005B7C2B" w14:paraId="083C55FC" w14:textId="77777777" w:rsidTr="005B7C2B">
        <w:trPr>
          <w:trHeight w:val="20"/>
          <w:tblHeader/>
        </w:trPr>
        <w:tc>
          <w:tcPr>
            <w:tcW w:w="1298" w:type="dxa"/>
            <w:shd w:val="clear" w:color="auto" w:fill="EDEDED" w:themeFill="accent3" w:themeFillTint="33"/>
            <w:vAlign w:val="center"/>
            <w:hideMark/>
          </w:tcPr>
          <w:p w14:paraId="50797492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25" w:type="dxa"/>
            <w:shd w:val="clear" w:color="auto" w:fill="EDEDED" w:themeFill="accent3" w:themeFillTint="33"/>
            <w:vAlign w:val="center"/>
            <w:hideMark/>
          </w:tcPr>
          <w:p w14:paraId="5E79E71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837" w:type="dxa"/>
            <w:shd w:val="clear" w:color="auto" w:fill="EDEDED" w:themeFill="accent3" w:themeFillTint="33"/>
            <w:vAlign w:val="center"/>
            <w:hideMark/>
          </w:tcPr>
          <w:p w14:paraId="05A46130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3895" w:type="dxa"/>
            <w:shd w:val="clear" w:color="auto" w:fill="EDEDED" w:themeFill="accent3" w:themeFillTint="33"/>
            <w:vAlign w:val="center"/>
            <w:hideMark/>
          </w:tcPr>
          <w:p w14:paraId="0E312883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07" w:type="dxa"/>
            <w:vMerge w:val="restart"/>
            <w:shd w:val="clear" w:color="auto" w:fill="EDEDED" w:themeFill="accent3" w:themeFillTint="33"/>
            <w:vAlign w:val="center"/>
            <w:hideMark/>
          </w:tcPr>
          <w:p w14:paraId="0EEBD44D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4FDA66AB" w14:textId="77777777" w:rsidTr="005B7C2B">
        <w:trPr>
          <w:trHeight w:val="20"/>
          <w:tblHeader/>
        </w:trPr>
        <w:tc>
          <w:tcPr>
            <w:tcW w:w="1298" w:type="dxa"/>
            <w:shd w:val="clear" w:color="auto" w:fill="EDEDED" w:themeFill="accent3" w:themeFillTint="33"/>
            <w:vAlign w:val="center"/>
            <w:hideMark/>
          </w:tcPr>
          <w:p w14:paraId="0DBB4704" w14:textId="3C4EAB0A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25" w:type="dxa"/>
            <w:shd w:val="clear" w:color="auto" w:fill="EDEDED" w:themeFill="accent3" w:themeFillTint="33"/>
            <w:vAlign w:val="center"/>
            <w:hideMark/>
          </w:tcPr>
          <w:p w14:paraId="64A02D3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837" w:type="dxa"/>
            <w:shd w:val="clear" w:color="auto" w:fill="EDEDED" w:themeFill="accent3" w:themeFillTint="33"/>
            <w:vAlign w:val="center"/>
            <w:hideMark/>
          </w:tcPr>
          <w:p w14:paraId="6FF33267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21.3. Balneofiziokineto-terapie și recuperare</w:t>
            </w:r>
          </w:p>
        </w:tc>
        <w:tc>
          <w:tcPr>
            <w:tcW w:w="3895" w:type="dxa"/>
            <w:shd w:val="clear" w:color="auto" w:fill="EDEDED" w:themeFill="accent3" w:themeFillTint="33"/>
            <w:vAlign w:val="center"/>
            <w:hideMark/>
          </w:tcPr>
          <w:p w14:paraId="5FE185B0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21.3</w:t>
            </w:r>
          </w:p>
        </w:tc>
        <w:tc>
          <w:tcPr>
            <w:tcW w:w="607" w:type="dxa"/>
            <w:vMerge/>
            <w:shd w:val="clear" w:color="auto" w:fill="EDEDED" w:themeFill="accent3" w:themeFillTint="33"/>
            <w:vAlign w:val="center"/>
            <w:hideMark/>
          </w:tcPr>
          <w:p w14:paraId="69D29CE8" w14:textId="618197C3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04DB" w:rsidRPr="005B7C2B" w14:paraId="385A701F" w14:textId="77777777" w:rsidTr="005B7C2B">
        <w:trPr>
          <w:trHeight w:val="20"/>
        </w:trPr>
        <w:tc>
          <w:tcPr>
            <w:tcW w:w="1298" w:type="dxa"/>
            <w:vMerge w:val="restart"/>
          </w:tcPr>
          <w:p w14:paraId="08A187AA" w14:textId="738F68FD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hideMark/>
          </w:tcPr>
          <w:p w14:paraId="37DE3A8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7" w:type="dxa"/>
            <w:vMerge w:val="restart"/>
            <w:hideMark/>
          </w:tcPr>
          <w:p w14:paraId="6379437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5" w:type="dxa"/>
            <w:hideMark/>
          </w:tcPr>
          <w:p w14:paraId="3E1DD29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Balneoclimatologia</w:t>
            </w:r>
          </w:p>
        </w:tc>
        <w:tc>
          <w:tcPr>
            <w:tcW w:w="607" w:type="dxa"/>
            <w:hideMark/>
          </w:tcPr>
          <w:p w14:paraId="1924EB0F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04DB" w:rsidRPr="005B7C2B" w14:paraId="5C3824EB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008C2EA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1CE68AE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536B3EF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545AA16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Biomecanică articulară și bilanț muscular</w:t>
            </w:r>
          </w:p>
        </w:tc>
        <w:tc>
          <w:tcPr>
            <w:tcW w:w="607" w:type="dxa"/>
            <w:hideMark/>
          </w:tcPr>
          <w:p w14:paraId="33EE68D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04DB" w:rsidRPr="005B7C2B" w14:paraId="60A5CBE9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70ED230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5465FE0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67CFA38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23C0EFA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Chirurgie, ortopedie și traumatologie</w:t>
            </w:r>
          </w:p>
        </w:tc>
        <w:tc>
          <w:tcPr>
            <w:tcW w:w="607" w:type="dxa"/>
            <w:hideMark/>
          </w:tcPr>
          <w:p w14:paraId="3BB66DF9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04DB" w:rsidRPr="005B7C2B" w14:paraId="1B7F2C6F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538C9D6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547F90F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3CE9736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62FD132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07" w:type="dxa"/>
            <w:hideMark/>
          </w:tcPr>
          <w:p w14:paraId="21D5A09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04DB" w:rsidRPr="005B7C2B" w14:paraId="169B5075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78D854C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1E39F1F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3004AB9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E38447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neurologie și psihiatrie utilizate în recuperarea medicală</w:t>
            </w:r>
          </w:p>
        </w:tc>
        <w:tc>
          <w:tcPr>
            <w:tcW w:w="607" w:type="dxa"/>
            <w:hideMark/>
          </w:tcPr>
          <w:p w14:paraId="0FA70C9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04DB" w:rsidRPr="005B7C2B" w14:paraId="58945A9F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5F6A4A2E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0BACB0F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7B0D969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53564AA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pediatrie utilizate în recuperarea medicală</w:t>
            </w:r>
          </w:p>
        </w:tc>
        <w:tc>
          <w:tcPr>
            <w:tcW w:w="607" w:type="dxa"/>
            <w:hideMark/>
          </w:tcPr>
          <w:p w14:paraId="307A22C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04DB" w:rsidRPr="005B7C2B" w14:paraId="2A7C2004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4E65600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2222A7D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268DCA2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28904AD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recuperare socio-profesională</w:t>
            </w:r>
          </w:p>
        </w:tc>
        <w:tc>
          <w:tcPr>
            <w:tcW w:w="607" w:type="dxa"/>
            <w:hideMark/>
          </w:tcPr>
          <w:p w14:paraId="42935DA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04DB" w:rsidRPr="005B7C2B" w14:paraId="0D1E7AEC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76E4FF3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4A1F989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392D373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16ABFD7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reumatologie utilizate în recuperarea medicală</w:t>
            </w:r>
          </w:p>
        </w:tc>
        <w:tc>
          <w:tcPr>
            <w:tcW w:w="607" w:type="dxa"/>
            <w:hideMark/>
          </w:tcPr>
          <w:p w14:paraId="5F2798D1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04DB" w:rsidRPr="005B7C2B" w14:paraId="28006002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655E5FE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709265F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3B5F1D1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4AEB92C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Fototerapia și terapia prin câmpuri magnetice</w:t>
            </w:r>
          </w:p>
        </w:tc>
        <w:tc>
          <w:tcPr>
            <w:tcW w:w="607" w:type="dxa"/>
            <w:hideMark/>
          </w:tcPr>
          <w:p w14:paraId="4A6BE36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604DB" w:rsidRPr="005B7C2B" w14:paraId="631F97DD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316FE1E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2C3B199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72517D2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B3C714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Hidrotermoterapia</w:t>
            </w:r>
          </w:p>
        </w:tc>
        <w:tc>
          <w:tcPr>
            <w:tcW w:w="607" w:type="dxa"/>
            <w:hideMark/>
          </w:tcPr>
          <w:p w14:paraId="18D29EB7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04DB" w:rsidRPr="005B7C2B" w14:paraId="33669216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4E11DAC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1E02771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5FA021D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1D3F4FE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Igienă generală și epidemiologie</w:t>
            </w:r>
          </w:p>
        </w:tc>
        <w:tc>
          <w:tcPr>
            <w:tcW w:w="607" w:type="dxa"/>
            <w:hideMark/>
          </w:tcPr>
          <w:p w14:paraId="20E95B76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604DB" w:rsidRPr="005B7C2B" w14:paraId="7224E69B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00FF362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59CC4530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0C871AE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620EF4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Kinetoterapia</w:t>
            </w:r>
          </w:p>
        </w:tc>
        <w:tc>
          <w:tcPr>
            <w:tcW w:w="607" w:type="dxa"/>
            <w:hideMark/>
          </w:tcPr>
          <w:p w14:paraId="288785CE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604DB" w:rsidRPr="005B7C2B" w14:paraId="5780F097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0CAFC00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4D674A0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0E8FB4D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A18EB0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Masoterapia</w:t>
            </w:r>
          </w:p>
        </w:tc>
        <w:tc>
          <w:tcPr>
            <w:tcW w:w="607" w:type="dxa"/>
            <w:hideMark/>
          </w:tcPr>
          <w:p w14:paraId="68FD465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604DB" w:rsidRPr="005B7C2B" w14:paraId="51EBE472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089AC16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33FA392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216F518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46968E8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Noțiuni de psihologie, etică și deontologie medicală</w:t>
            </w:r>
          </w:p>
        </w:tc>
        <w:tc>
          <w:tcPr>
            <w:tcW w:w="607" w:type="dxa"/>
            <w:hideMark/>
          </w:tcPr>
          <w:p w14:paraId="18E630D4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604DB" w:rsidRPr="005B7C2B" w14:paraId="706567FD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61A7C26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7BDAC7B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132C4B1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254A61C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Obiective și tehnici în kinetoterapie</w:t>
            </w:r>
          </w:p>
        </w:tc>
        <w:tc>
          <w:tcPr>
            <w:tcW w:w="607" w:type="dxa"/>
            <w:hideMark/>
          </w:tcPr>
          <w:p w14:paraId="31965C7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604DB" w:rsidRPr="005B7C2B" w14:paraId="61FD15F1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7D53484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7F09815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2AB30E6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23CDA7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Pneumoterapia</w:t>
            </w:r>
          </w:p>
        </w:tc>
        <w:tc>
          <w:tcPr>
            <w:tcW w:w="607" w:type="dxa"/>
            <w:hideMark/>
          </w:tcPr>
          <w:p w14:paraId="6394E409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604DB" w:rsidRPr="005B7C2B" w14:paraId="06E81891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453FB53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3818B43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26C6474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1FA9F39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Recuperare medicală pe afecțiuni</w:t>
            </w:r>
          </w:p>
        </w:tc>
        <w:tc>
          <w:tcPr>
            <w:tcW w:w="607" w:type="dxa"/>
            <w:hideMark/>
          </w:tcPr>
          <w:p w14:paraId="55F3D967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604DB" w:rsidRPr="005B7C2B" w14:paraId="373490F4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1103257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40C1990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5E17937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4981A08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Semiologie și medicină internă</w:t>
            </w:r>
          </w:p>
        </w:tc>
        <w:tc>
          <w:tcPr>
            <w:tcW w:w="607" w:type="dxa"/>
            <w:hideMark/>
          </w:tcPr>
          <w:p w14:paraId="0CF89338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604DB" w:rsidRPr="005B7C2B" w14:paraId="4F020056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76A9B0A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66EB434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6A8196D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0884CD5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îngrijire</w:t>
            </w:r>
          </w:p>
        </w:tc>
        <w:tc>
          <w:tcPr>
            <w:tcW w:w="607" w:type="dxa"/>
            <w:hideMark/>
          </w:tcPr>
          <w:p w14:paraId="69C53EAA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8604DB" w:rsidRPr="005B7C2B" w14:paraId="6D32B38A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1AD3B16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4649347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016EFC6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19D6756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Terapia cu curenți de joasă, medie și înaltă frecvență</w:t>
            </w:r>
          </w:p>
        </w:tc>
        <w:tc>
          <w:tcPr>
            <w:tcW w:w="607" w:type="dxa"/>
            <w:hideMark/>
          </w:tcPr>
          <w:p w14:paraId="5361E248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604DB" w:rsidRPr="005B7C2B" w14:paraId="439FEF26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4D1EB350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2DD1D96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668E405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7A4780C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Terapia ocupațională</w:t>
            </w:r>
          </w:p>
        </w:tc>
        <w:tc>
          <w:tcPr>
            <w:tcW w:w="607" w:type="dxa"/>
            <w:hideMark/>
          </w:tcPr>
          <w:p w14:paraId="24253CF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604DB" w:rsidRPr="005B7C2B" w14:paraId="0F78B738" w14:textId="77777777" w:rsidTr="005B7C2B">
        <w:trPr>
          <w:trHeight w:val="20"/>
        </w:trPr>
        <w:tc>
          <w:tcPr>
            <w:tcW w:w="1298" w:type="dxa"/>
            <w:vMerge/>
            <w:hideMark/>
          </w:tcPr>
          <w:p w14:paraId="69A6597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hideMark/>
          </w:tcPr>
          <w:p w14:paraId="2DC35A8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hideMark/>
          </w:tcPr>
          <w:p w14:paraId="3A7522F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5" w:type="dxa"/>
            <w:hideMark/>
          </w:tcPr>
          <w:p w14:paraId="3ACB5ED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Urgențe medico-chirurgicale</w:t>
            </w:r>
          </w:p>
        </w:tc>
        <w:tc>
          <w:tcPr>
            <w:tcW w:w="607" w:type="dxa"/>
            <w:hideMark/>
          </w:tcPr>
          <w:p w14:paraId="2701E9F2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6E6A2868" w14:textId="3F80FEBA" w:rsidR="008604DB" w:rsidRPr="005B7C2B" w:rsidRDefault="008604DB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B90E65" w14:textId="77777777" w:rsidR="008604DB" w:rsidRPr="005B7C2B" w:rsidRDefault="008604DB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7C2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1D50D35D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09F269D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33D2C0C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373A9F8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5F070D4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2C964E91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3DCD3F69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40C96396" w14:textId="1063F01A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08FE524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1FA82187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21.4. Laborator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01AEB72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21.4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73C73F1D" w14:textId="5DE3069C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04DB" w:rsidRPr="005B7C2B" w14:paraId="29913559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06066D00" w14:textId="4EB08EA1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hideMark/>
          </w:tcPr>
          <w:p w14:paraId="3F9041E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1C3D683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7AD4581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Anatomie patologică</w:t>
            </w:r>
          </w:p>
        </w:tc>
        <w:tc>
          <w:tcPr>
            <w:tcW w:w="615" w:type="dxa"/>
            <w:hideMark/>
          </w:tcPr>
          <w:p w14:paraId="3F43DD65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04DB" w:rsidRPr="005B7C2B" w14:paraId="69A7312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2B8600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648344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B0A2B7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032130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Boli chirurgicale</w:t>
            </w:r>
          </w:p>
        </w:tc>
        <w:tc>
          <w:tcPr>
            <w:tcW w:w="615" w:type="dxa"/>
            <w:hideMark/>
          </w:tcPr>
          <w:p w14:paraId="3C10C01F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04DB" w:rsidRPr="005B7C2B" w14:paraId="73DBB50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E15F22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AF85AA0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4B9816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BA5CE4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Boli dermatologice și cu transmitere sexuală</w:t>
            </w:r>
          </w:p>
        </w:tc>
        <w:tc>
          <w:tcPr>
            <w:tcW w:w="615" w:type="dxa"/>
            <w:hideMark/>
          </w:tcPr>
          <w:p w14:paraId="62E7DB7A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04DB" w:rsidRPr="005B7C2B" w14:paraId="3FFE5C0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EBDBCD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0026D8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830C3A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1D0032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Boli interne</w:t>
            </w:r>
          </w:p>
        </w:tc>
        <w:tc>
          <w:tcPr>
            <w:tcW w:w="615" w:type="dxa"/>
            <w:hideMark/>
          </w:tcPr>
          <w:p w14:paraId="04154B82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04DB" w:rsidRPr="005B7C2B" w14:paraId="1C30DA6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C1D029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FF8F50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CDC104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168BF9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7A8A06B9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04DB" w:rsidRPr="005B7C2B" w14:paraId="2E7D594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364F6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390AA3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FDEAF4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CF6686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Epidemiologie și boli infecto contagioase</w:t>
            </w:r>
          </w:p>
        </w:tc>
        <w:tc>
          <w:tcPr>
            <w:tcW w:w="615" w:type="dxa"/>
            <w:hideMark/>
          </w:tcPr>
          <w:p w14:paraId="2410AB0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04DB" w:rsidRPr="005B7C2B" w14:paraId="213B0C0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D69B5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91201F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2E244C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D74B31F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Etică și deontologie medicală</w:t>
            </w:r>
          </w:p>
        </w:tc>
        <w:tc>
          <w:tcPr>
            <w:tcW w:w="615" w:type="dxa"/>
            <w:hideMark/>
          </w:tcPr>
          <w:p w14:paraId="610894A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04DB" w:rsidRPr="005B7C2B" w14:paraId="107EDF0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149481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35EF17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C6175A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1EBA6A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Igienă generală și sănătate publică</w:t>
            </w:r>
          </w:p>
        </w:tc>
        <w:tc>
          <w:tcPr>
            <w:tcW w:w="615" w:type="dxa"/>
            <w:hideMark/>
          </w:tcPr>
          <w:p w14:paraId="1865B289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04DB" w:rsidRPr="005B7C2B" w14:paraId="3D5A58E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E3EDE4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CE2B96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0EFED2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F69BC5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Micologie și tehnici de laborator în micologie</w:t>
            </w:r>
          </w:p>
        </w:tc>
        <w:tc>
          <w:tcPr>
            <w:tcW w:w="615" w:type="dxa"/>
            <w:hideMark/>
          </w:tcPr>
          <w:p w14:paraId="066A76C0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604DB" w:rsidRPr="005B7C2B" w14:paraId="2D6F475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E105AE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47BF50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273243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6405D2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Sănătate și securitate în muncă</w:t>
            </w:r>
          </w:p>
        </w:tc>
        <w:tc>
          <w:tcPr>
            <w:tcW w:w="615" w:type="dxa"/>
            <w:hideMark/>
          </w:tcPr>
          <w:p w14:paraId="3E430DA5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04DB" w:rsidRPr="005B7C2B" w14:paraId="2357A66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10F8FC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D0B4BE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56B1CB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9390C1E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bacteriologie</w:t>
            </w:r>
          </w:p>
        </w:tc>
        <w:tc>
          <w:tcPr>
            <w:tcW w:w="615" w:type="dxa"/>
            <w:hideMark/>
          </w:tcPr>
          <w:p w14:paraId="7C92B5DC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604DB" w:rsidRPr="005B7C2B" w14:paraId="2990B8A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49732B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780FE34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AA4F06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4A84FC8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biochimie clinică</w:t>
            </w:r>
          </w:p>
        </w:tc>
        <w:tc>
          <w:tcPr>
            <w:tcW w:w="615" w:type="dxa"/>
            <w:hideMark/>
          </w:tcPr>
          <w:p w14:paraId="4809586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604DB" w:rsidRPr="005B7C2B" w14:paraId="468DAE1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0091E69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8E0750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5F5F040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70E79E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hematologie</w:t>
            </w:r>
          </w:p>
        </w:tc>
        <w:tc>
          <w:tcPr>
            <w:tcW w:w="615" w:type="dxa"/>
            <w:hideMark/>
          </w:tcPr>
          <w:p w14:paraId="116764AB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604DB" w:rsidRPr="005B7C2B" w14:paraId="7A5F039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45D7F01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1DE157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FEB4B3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0B1E2B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histopatologice și citologie</w:t>
            </w:r>
          </w:p>
        </w:tc>
        <w:tc>
          <w:tcPr>
            <w:tcW w:w="615" w:type="dxa"/>
            <w:hideMark/>
          </w:tcPr>
          <w:p w14:paraId="13533683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604DB" w:rsidRPr="005B7C2B" w14:paraId="5FF64E6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A1AE84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54D5C22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3D45F9D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564ED0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imunologie medicală</w:t>
            </w:r>
          </w:p>
        </w:tc>
        <w:tc>
          <w:tcPr>
            <w:tcW w:w="615" w:type="dxa"/>
            <w:hideMark/>
          </w:tcPr>
          <w:p w14:paraId="6BE58A44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604DB" w:rsidRPr="005B7C2B" w14:paraId="104EDA8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72AE7C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40AFB77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45DB7DC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A632C2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parazitologie</w:t>
            </w:r>
          </w:p>
        </w:tc>
        <w:tc>
          <w:tcPr>
            <w:tcW w:w="615" w:type="dxa"/>
            <w:hideMark/>
          </w:tcPr>
          <w:p w14:paraId="69A23EC4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604DB" w:rsidRPr="005B7C2B" w14:paraId="3633190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C22CB3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DDA7963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16F893B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EF0741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macroscopice de anatomie patologică</w:t>
            </w:r>
          </w:p>
        </w:tc>
        <w:tc>
          <w:tcPr>
            <w:tcW w:w="615" w:type="dxa"/>
            <w:hideMark/>
          </w:tcPr>
          <w:p w14:paraId="39A2D0DA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604DB" w:rsidRPr="005B7C2B" w14:paraId="0CE02E5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153251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DC2A225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ED34786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A6BB09A" w14:textId="77777777" w:rsidR="008604DB" w:rsidRPr="005B7C2B" w:rsidRDefault="008604DB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Virusologie și tehnici de virusologie</w:t>
            </w:r>
          </w:p>
        </w:tc>
        <w:tc>
          <w:tcPr>
            <w:tcW w:w="615" w:type="dxa"/>
            <w:hideMark/>
          </w:tcPr>
          <w:p w14:paraId="2062E461" w14:textId="77777777" w:rsidR="008604DB" w:rsidRPr="005B7C2B" w:rsidRDefault="008604DB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1D2214B4" w14:textId="76A598ED" w:rsidR="00D07FD6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EAFFCC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643CCE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67D82E0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12B59F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CE8454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B7761C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3B0A15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FE8F7D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D3694E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7BA655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A8F247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63811D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5CD7A0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CC907C5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3BC0BE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5E315B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986553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73DEF9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3DA450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D57132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6466BA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C5C610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4C1B25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BBA3148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018500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5835C7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13F8E5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404EB8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18C767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A69D1A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E5AA63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C67DCB" w14:textId="77777777" w:rsidR="00A66E01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D4A8E5" w14:textId="77777777" w:rsidR="00A66E01" w:rsidRPr="005B7C2B" w:rsidRDefault="00A66E01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2B6D6629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1AF52CF5" w14:textId="5CADA761" w:rsidR="00A33D86" w:rsidRPr="005B7C2B" w:rsidRDefault="00D07FD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A33D86"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4ACA6C2D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52A4C487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6144224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223A236A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123480E8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1EF505C4" w14:textId="1F0CC4C9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38EB05F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2B51E0A7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21.5. Radiologie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7F24386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21.5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2B951ADE" w14:textId="745D1703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12E090C3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0341F7F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2" w:type="dxa"/>
            <w:vMerge w:val="restart"/>
            <w:hideMark/>
          </w:tcPr>
          <w:p w14:paraId="14D33EC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071B8BD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46D1AA0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Administrarea medicamentelor și substanțelor de contrast</w:t>
            </w:r>
          </w:p>
        </w:tc>
        <w:tc>
          <w:tcPr>
            <w:tcW w:w="615" w:type="dxa"/>
            <w:hideMark/>
          </w:tcPr>
          <w:p w14:paraId="7473A07B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FD6" w:rsidRPr="005B7C2B" w14:paraId="1CCF304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C1E48E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0DFAB5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FBE331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EBB534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Anatomie</w:t>
            </w:r>
          </w:p>
        </w:tc>
        <w:tc>
          <w:tcPr>
            <w:tcW w:w="615" w:type="dxa"/>
            <w:hideMark/>
          </w:tcPr>
          <w:p w14:paraId="137579D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FD6" w:rsidRPr="005B7C2B" w14:paraId="0247DB5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37BD61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0D19A2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412D96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22B101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Anatomie descriptivă, topografică și radiologică</w:t>
            </w:r>
          </w:p>
        </w:tc>
        <w:tc>
          <w:tcPr>
            <w:tcW w:w="615" w:type="dxa"/>
            <w:hideMark/>
          </w:tcPr>
          <w:p w14:paraId="3915541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FD6" w:rsidRPr="005B7C2B" w14:paraId="5791026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B72C9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3358FD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8DC21C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00937CC" w14:textId="32C7EE41" w:rsidR="00D07FD6" w:rsidRPr="005B7C2B" w:rsidRDefault="00D07FD6" w:rsidP="007B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Chirurgie buco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maxilo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facială</w:t>
            </w:r>
          </w:p>
        </w:tc>
        <w:tc>
          <w:tcPr>
            <w:tcW w:w="615" w:type="dxa"/>
            <w:hideMark/>
          </w:tcPr>
          <w:p w14:paraId="4CAE58C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FD6" w:rsidRPr="005B7C2B" w14:paraId="733D421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1159B5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4F4E00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1431F6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719328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Chirurgie generală</w:t>
            </w:r>
          </w:p>
        </w:tc>
        <w:tc>
          <w:tcPr>
            <w:tcW w:w="615" w:type="dxa"/>
            <w:hideMark/>
          </w:tcPr>
          <w:p w14:paraId="0CB412AE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7FD6" w:rsidRPr="005B7C2B" w14:paraId="2FA162A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01CBAD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9382E7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B5B175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09C5B5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79684163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07FD6" w:rsidRPr="005B7C2B" w14:paraId="0A5BA22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D53A6D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D33988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F7090B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C6CDCE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Etică și deontologie medicală</w:t>
            </w:r>
          </w:p>
        </w:tc>
        <w:tc>
          <w:tcPr>
            <w:tcW w:w="615" w:type="dxa"/>
            <w:hideMark/>
          </w:tcPr>
          <w:p w14:paraId="07635FB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7FD6" w:rsidRPr="005B7C2B" w14:paraId="452A60F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867C41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FDAD37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8EE604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BF16A6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Fiziologie</w:t>
            </w:r>
          </w:p>
        </w:tc>
        <w:tc>
          <w:tcPr>
            <w:tcW w:w="615" w:type="dxa"/>
            <w:hideMark/>
          </w:tcPr>
          <w:p w14:paraId="778BB1A1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7FD6" w:rsidRPr="005B7C2B" w14:paraId="7BAB374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5D6470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86FE84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82FCF7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D375EA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Imagistică prin computer tomograf</w:t>
            </w:r>
          </w:p>
        </w:tc>
        <w:tc>
          <w:tcPr>
            <w:tcW w:w="615" w:type="dxa"/>
            <w:hideMark/>
          </w:tcPr>
          <w:p w14:paraId="0037E72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7FD6" w:rsidRPr="005B7C2B" w14:paraId="6D0B82B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273970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775A44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72D508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0771F1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Imagistică prin rezonanță magnetică</w:t>
            </w:r>
          </w:p>
        </w:tc>
        <w:tc>
          <w:tcPr>
            <w:tcW w:w="615" w:type="dxa"/>
            <w:hideMark/>
          </w:tcPr>
          <w:p w14:paraId="74F16DBB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FD6" w:rsidRPr="005B7C2B" w14:paraId="3429EF4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DA36FF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20A3DF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DF7858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BCAFF6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Medicină internă</w:t>
            </w:r>
          </w:p>
        </w:tc>
        <w:tc>
          <w:tcPr>
            <w:tcW w:w="615" w:type="dxa"/>
            <w:hideMark/>
          </w:tcPr>
          <w:p w14:paraId="25B537C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7FD6" w:rsidRPr="005B7C2B" w14:paraId="0768CF5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7CDB87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A2B354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6A7C28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CDE97C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Oncologie</w:t>
            </w:r>
          </w:p>
        </w:tc>
        <w:tc>
          <w:tcPr>
            <w:tcW w:w="615" w:type="dxa"/>
            <w:hideMark/>
          </w:tcPr>
          <w:p w14:paraId="5272566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07FD6" w:rsidRPr="005B7C2B" w14:paraId="2C52228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AE5DE2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F88001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F794E1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BB5EEB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Organizarea laboratorului</w:t>
            </w:r>
          </w:p>
        </w:tc>
        <w:tc>
          <w:tcPr>
            <w:tcW w:w="615" w:type="dxa"/>
            <w:hideMark/>
          </w:tcPr>
          <w:p w14:paraId="1D9305C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07FD6" w:rsidRPr="005B7C2B" w14:paraId="6B7491C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602559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29ACB4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774ACC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214DCD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Ortopedie și traumatologie</w:t>
            </w:r>
          </w:p>
        </w:tc>
        <w:tc>
          <w:tcPr>
            <w:tcW w:w="615" w:type="dxa"/>
            <w:hideMark/>
          </w:tcPr>
          <w:p w14:paraId="1568AAFE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07FD6" w:rsidRPr="005B7C2B" w14:paraId="0B60240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20943A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875B42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68E70C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18945E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Pediatrie și investigație radiologică pediatrică</w:t>
            </w:r>
          </w:p>
        </w:tc>
        <w:tc>
          <w:tcPr>
            <w:tcW w:w="615" w:type="dxa"/>
            <w:hideMark/>
          </w:tcPr>
          <w:p w14:paraId="2A4A9C6F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07FD6" w:rsidRPr="005B7C2B" w14:paraId="0BA6C84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2538C0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A3057D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BA7994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7AFD0B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Protecție, sănătate și securitate în muncă</w:t>
            </w:r>
          </w:p>
        </w:tc>
        <w:tc>
          <w:tcPr>
            <w:tcW w:w="615" w:type="dxa"/>
            <w:hideMark/>
          </w:tcPr>
          <w:p w14:paraId="6EE61454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07FD6" w:rsidRPr="005B7C2B" w14:paraId="1327EB0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85E766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AF13E1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3E8993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D4A426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Radiodiagnostic</w:t>
            </w:r>
          </w:p>
        </w:tc>
        <w:tc>
          <w:tcPr>
            <w:tcW w:w="615" w:type="dxa"/>
            <w:hideMark/>
          </w:tcPr>
          <w:p w14:paraId="04E2FD9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07FD6" w:rsidRPr="005B7C2B" w14:paraId="7ED64BC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D6FCBC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4E9442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3E90C5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E8B8D4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Radiofizică și dozimetria radiațiilor</w:t>
            </w:r>
          </w:p>
        </w:tc>
        <w:tc>
          <w:tcPr>
            <w:tcW w:w="615" w:type="dxa"/>
            <w:hideMark/>
          </w:tcPr>
          <w:p w14:paraId="2AB863B8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07FD6" w:rsidRPr="005B7C2B" w14:paraId="28BDAAA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E260B7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494113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F65D54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0B4049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Radiologie intervențională</w:t>
            </w:r>
          </w:p>
        </w:tc>
        <w:tc>
          <w:tcPr>
            <w:tcW w:w="615" w:type="dxa"/>
            <w:hideMark/>
          </w:tcPr>
          <w:p w14:paraId="25221CF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07FD6" w:rsidRPr="005B7C2B" w14:paraId="374FAAC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F47FB9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78AC70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2028A8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689F46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Radioterapie</w:t>
            </w:r>
          </w:p>
        </w:tc>
        <w:tc>
          <w:tcPr>
            <w:tcW w:w="615" w:type="dxa"/>
            <w:hideMark/>
          </w:tcPr>
          <w:p w14:paraId="6570E6B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07FD6" w:rsidRPr="005B7C2B" w14:paraId="3AD66EA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658A71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20FA3D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D0CE0D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21B913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explorare prin ultrasonografie</w:t>
            </w:r>
          </w:p>
        </w:tc>
        <w:tc>
          <w:tcPr>
            <w:tcW w:w="615" w:type="dxa"/>
            <w:hideMark/>
          </w:tcPr>
          <w:p w14:paraId="269EF2D4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07FD6" w:rsidRPr="005B7C2B" w14:paraId="11609F9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F5EF87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96FEA1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57458E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B83B35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investigație prin computer tomograf</w:t>
            </w:r>
          </w:p>
        </w:tc>
        <w:tc>
          <w:tcPr>
            <w:tcW w:w="615" w:type="dxa"/>
            <w:hideMark/>
          </w:tcPr>
          <w:p w14:paraId="0684028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07FD6" w:rsidRPr="005B7C2B" w14:paraId="31C36B1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2D6914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C9070E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C48A13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95D9D8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investigație prin rezonanță magnetică</w:t>
            </w:r>
          </w:p>
        </w:tc>
        <w:tc>
          <w:tcPr>
            <w:tcW w:w="615" w:type="dxa"/>
            <w:hideMark/>
          </w:tcPr>
          <w:p w14:paraId="77707EF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07FD6" w:rsidRPr="005B7C2B" w14:paraId="033D59D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0EF8B4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0BFC2D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7A1AE7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0AE92F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investigație radiologică</w:t>
            </w:r>
          </w:p>
        </w:tc>
        <w:tc>
          <w:tcPr>
            <w:tcW w:w="615" w:type="dxa"/>
            <w:hideMark/>
          </w:tcPr>
          <w:p w14:paraId="244842F4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D07FD6" w:rsidRPr="005B7C2B" w14:paraId="455E609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3AC66B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7ED83F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DECE43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3FBD60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radioterapie</w:t>
            </w:r>
          </w:p>
        </w:tc>
        <w:tc>
          <w:tcPr>
            <w:tcW w:w="615" w:type="dxa"/>
            <w:hideMark/>
          </w:tcPr>
          <w:p w14:paraId="0F4E2E9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07FD6" w:rsidRPr="005B7C2B" w14:paraId="56E1CC1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0ABBBB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74C82C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D4170A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28B42C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generale de îngrijire a bolnavului</w:t>
            </w:r>
          </w:p>
        </w:tc>
        <w:tc>
          <w:tcPr>
            <w:tcW w:w="615" w:type="dxa"/>
            <w:hideMark/>
          </w:tcPr>
          <w:p w14:paraId="438EC32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07FD6" w:rsidRPr="005B7C2B" w14:paraId="7AC0D3A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F5E8FA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9B9CD9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810DE1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A25EA9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Ultrasonografie</w:t>
            </w:r>
          </w:p>
        </w:tc>
        <w:tc>
          <w:tcPr>
            <w:tcW w:w="615" w:type="dxa"/>
            <w:hideMark/>
          </w:tcPr>
          <w:p w14:paraId="2BA52D1F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D07FD6" w:rsidRPr="005B7C2B" w14:paraId="7E9AB0E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28596B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9F503D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7A028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62BF90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Urgențe medico chirurgicale</w:t>
            </w:r>
          </w:p>
        </w:tc>
        <w:tc>
          <w:tcPr>
            <w:tcW w:w="615" w:type="dxa"/>
            <w:hideMark/>
          </w:tcPr>
          <w:p w14:paraId="6FFE01DF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D07FD6" w:rsidRPr="005B7C2B" w14:paraId="012880E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F81BFE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FAAB72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3408D7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E80AAE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Urologie</w:t>
            </w:r>
          </w:p>
        </w:tc>
        <w:tc>
          <w:tcPr>
            <w:tcW w:w="615" w:type="dxa"/>
            <w:hideMark/>
          </w:tcPr>
          <w:p w14:paraId="59287BF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</w:tbl>
    <w:p w14:paraId="336153FE" w14:textId="667FF4CC" w:rsidR="00D07FD6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907C76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038F03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923F40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91804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F3BBCD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78794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2199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2BE26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98BC78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830C86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B847514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8C589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30121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31F543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9AD21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79E85D" w14:textId="77777777" w:rsidR="006F3CAE" w:rsidRPr="005B7C2B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355C1796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DC19922" w14:textId="0E600BFF" w:rsidR="00A33D86" w:rsidRPr="005B7C2B" w:rsidRDefault="00D07FD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A33D86"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771C7FB2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1B5BC168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2A17826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62F3930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786D47EA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9019722" w14:textId="6190A568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3D0FAB53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1D2C5CE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21.6. Ergoterapeut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49F5DEC4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21.6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786FE9E7" w14:textId="37D0301F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5C59EA6F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136CC5B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2" w:type="dxa"/>
            <w:vMerge w:val="restart"/>
            <w:hideMark/>
          </w:tcPr>
          <w:p w14:paraId="4EEA7C2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14AA19F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5CB225B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395DBE4A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FD6" w:rsidRPr="005B7C2B" w14:paraId="71F9A04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0837E1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F89030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64733F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4A13DB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geriatrie</w:t>
            </w:r>
          </w:p>
        </w:tc>
        <w:tc>
          <w:tcPr>
            <w:tcW w:w="615" w:type="dxa"/>
            <w:hideMark/>
          </w:tcPr>
          <w:p w14:paraId="38C829D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FD6" w:rsidRPr="005B7C2B" w14:paraId="4B732A8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085A93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2B9877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28E839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05B543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medicină internă</w:t>
            </w:r>
          </w:p>
        </w:tc>
        <w:tc>
          <w:tcPr>
            <w:tcW w:w="615" w:type="dxa"/>
            <w:hideMark/>
          </w:tcPr>
          <w:p w14:paraId="0ABB388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FD6" w:rsidRPr="005B7C2B" w14:paraId="755E31D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C33D82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BF76EB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E5E23B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C8CEBC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neurologie</w:t>
            </w:r>
          </w:p>
        </w:tc>
        <w:tc>
          <w:tcPr>
            <w:tcW w:w="615" w:type="dxa"/>
            <w:hideMark/>
          </w:tcPr>
          <w:p w14:paraId="753E62B8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FD6" w:rsidRPr="005B7C2B" w14:paraId="0E9F265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9AAEED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D99203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676D39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79F7B5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oncologie</w:t>
            </w:r>
          </w:p>
        </w:tc>
        <w:tc>
          <w:tcPr>
            <w:tcW w:w="615" w:type="dxa"/>
            <w:hideMark/>
          </w:tcPr>
          <w:p w14:paraId="7C4C1A7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7FD6" w:rsidRPr="005B7C2B" w14:paraId="4DDDA11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A8F720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C15A7B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5D0146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AAAEBF0" w14:textId="54C3D6F9" w:rsidR="00D07FD6" w:rsidRPr="005B7C2B" w:rsidRDefault="00D07FD6" w:rsidP="007B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 xml:space="preserve">Ergoterapia în ortopedie 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i traumatologie</w:t>
            </w:r>
          </w:p>
        </w:tc>
        <w:tc>
          <w:tcPr>
            <w:tcW w:w="615" w:type="dxa"/>
            <w:hideMark/>
          </w:tcPr>
          <w:p w14:paraId="4A2A251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07FD6" w:rsidRPr="005B7C2B" w14:paraId="47C7A83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A7A095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6C4E62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ABD818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31F672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pediatrie - pregătire</w:t>
            </w:r>
          </w:p>
        </w:tc>
        <w:tc>
          <w:tcPr>
            <w:tcW w:w="615" w:type="dxa"/>
            <w:hideMark/>
          </w:tcPr>
          <w:p w14:paraId="06C4D26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7FD6" w:rsidRPr="005B7C2B" w14:paraId="061824F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18CD25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26E52B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D66DFC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EA4F90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psihiatrie</w:t>
            </w:r>
          </w:p>
        </w:tc>
        <w:tc>
          <w:tcPr>
            <w:tcW w:w="615" w:type="dxa"/>
            <w:hideMark/>
          </w:tcPr>
          <w:p w14:paraId="49F2E3C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7FD6" w:rsidRPr="005B7C2B" w14:paraId="368DEA8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74F57B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9E42F7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1FCCB7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A1707D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Ergoterapia în reumatologie</w:t>
            </w:r>
          </w:p>
        </w:tc>
        <w:tc>
          <w:tcPr>
            <w:tcW w:w="615" w:type="dxa"/>
            <w:hideMark/>
          </w:tcPr>
          <w:p w14:paraId="3093F0E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7FD6" w:rsidRPr="005B7C2B" w14:paraId="3C6B4C1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D6ABBE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2B80AC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982370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386E7D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Ergoterapie generală</w:t>
            </w:r>
          </w:p>
        </w:tc>
        <w:tc>
          <w:tcPr>
            <w:tcW w:w="615" w:type="dxa"/>
            <w:hideMark/>
          </w:tcPr>
          <w:p w14:paraId="2979B04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FD6" w:rsidRPr="005B7C2B" w14:paraId="7ABF587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B53A53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2F6F18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69D605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E86240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Legislația privind protecția socială a persoanelor cu handicap</w:t>
            </w:r>
          </w:p>
        </w:tc>
        <w:tc>
          <w:tcPr>
            <w:tcW w:w="615" w:type="dxa"/>
            <w:hideMark/>
          </w:tcPr>
          <w:p w14:paraId="3B20F763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7FD6" w:rsidRPr="005B7C2B" w14:paraId="1016C7E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B0F23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448277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F1F5FD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1ABAF5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Nevoile fundamentale ale ființei umane</w:t>
            </w:r>
          </w:p>
        </w:tc>
        <w:tc>
          <w:tcPr>
            <w:tcW w:w="615" w:type="dxa"/>
            <w:hideMark/>
          </w:tcPr>
          <w:p w14:paraId="327365D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2DE287C9" w14:textId="00AD13DC" w:rsidR="00D07FD6" w:rsidRPr="005B7C2B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DF91E0" w14:textId="77777777" w:rsidR="00D07FD6" w:rsidRPr="005B7C2B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7C2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6F4D3287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05CF703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297CDF0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36848DB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63EA471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7C37448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1D920A95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7F98617F" w14:textId="2EB6EA05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13E13A1A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427EBFC0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21.7. Nutriție și dietetică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38F0D7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21.7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7203F9C6" w14:textId="7875E94C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72147BE2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06ACAE1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2" w:type="dxa"/>
            <w:vMerge w:val="restart"/>
            <w:hideMark/>
          </w:tcPr>
          <w:p w14:paraId="299FE93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76C2F8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30B16FC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chirurgicale și alimentație dietetică specifică</w:t>
            </w:r>
          </w:p>
        </w:tc>
        <w:tc>
          <w:tcPr>
            <w:tcW w:w="615" w:type="dxa"/>
            <w:hideMark/>
          </w:tcPr>
          <w:p w14:paraId="221A9D6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FD6" w:rsidRPr="005B7C2B" w14:paraId="76C10E2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6E191A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69D739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167F2A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BD483C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dermatologice și alimentație dietetică specifică</w:t>
            </w:r>
          </w:p>
        </w:tc>
        <w:tc>
          <w:tcPr>
            <w:tcW w:w="615" w:type="dxa"/>
            <w:hideMark/>
          </w:tcPr>
          <w:p w14:paraId="32D028F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FD6" w:rsidRPr="005B7C2B" w14:paraId="54EB42D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74900B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6ADC47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3582FA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929DD4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ginecologice și alimentație dietetică specifică</w:t>
            </w:r>
          </w:p>
        </w:tc>
        <w:tc>
          <w:tcPr>
            <w:tcW w:w="615" w:type="dxa"/>
            <w:hideMark/>
          </w:tcPr>
          <w:p w14:paraId="061B0068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FD6" w:rsidRPr="005B7C2B" w14:paraId="70A4426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06F05C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E3D391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DC4487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E1C51D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neurologice și alimentație dietetică specifică</w:t>
            </w:r>
          </w:p>
        </w:tc>
        <w:tc>
          <w:tcPr>
            <w:tcW w:w="615" w:type="dxa"/>
            <w:hideMark/>
          </w:tcPr>
          <w:p w14:paraId="7F7CC52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FD6" w:rsidRPr="005B7C2B" w14:paraId="00BA4C7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894768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293344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448E2C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B30D07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obstetricale și alimentație dietetică specifică</w:t>
            </w:r>
          </w:p>
        </w:tc>
        <w:tc>
          <w:tcPr>
            <w:tcW w:w="615" w:type="dxa"/>
            <w:hideMark/>
          </w:tcPr>
          <w:p w14:paraId="1ABA862E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7FD6" w:rsidRPr="005B7C2B" w14:paraId="254D431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614E64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AD1D76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F40771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724A51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Afecțiuni psihiatrice și alimentație dietetică specifică</w:t>
            </w:r>
          </w:p>
        </w:tc>
        <w:tc>
          <w:tcPr>
            <w:tcW w:w="615" w:type="dxa"/>
            <w:hideMark/>
          </w:tcPr>
          <w:p w14:paraId="13DD212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07FD6" w:rsidRPr="005B7C2B" w14:paraId="1DEBE10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0146BA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A71CCE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ACE12A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EAE89FB" w14:textId="3B59FCC4" w:rsidR="00D07FD6" w:rsidRPr="005B7C2B" w:rsidRDefault="00D07FD6" w:rsidP="007B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Boli infecto-contagioase și alimentație dietetica specific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615" w:type="dxa"/>
            <w:hideMark/>
          </w:tcPr>
          <w:p w14:paraId="28F0189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7FD6" w:rsidRPr="005B7C2B" w14:paraId="12C72D5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D24754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AB4E7C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92DCC2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CFD2FC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Boli interne și alimentație dietetică specifică</w:t>
            </w:r>
          </w:p>
        </w:tc>
        <w:tc>
          <w:tcPr>
            <w:tcW w:w="615" w:type="dxa"/>
            <w:hideMark/>
          </w:tcPr>
          <w:p w14:paraId="581E058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7FD6" w:rsidRPr="005B7C2B" w14:paraId="51173E9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E24256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BBB81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3512A8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BD9601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2D487E0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7FD6" w:rsidRPr="005B7C2B" w14:paraId="0EA3456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3C9DAB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1D945F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75F307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9D2FD3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Deontologie profesională</w:t>
            </w:r>
          </w:p>
        </w:tc>
        <w:tc>
          <w:tcPr>
            <w:tcW w:w="615" w:type="dxa"/>
            <w:hideMark/>
          </w:tcPr>
          <w:p w14:paraId="0E4881AB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FD6" w:rsidRPr="005B7C2B" w14:paraId="0547A20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8AB4B4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E74A79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C4ECEF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6666B3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pentru sănătate</w:t>
            </w:r>
          </w:p>
        </w:tc>
        <w:tc>
          <w:tcPr>
            <w:tcW w:w="615" w:type="dxa"/>
            <w:hideMark/>
          </w:tcPr>
          <w:p w14:paraId="422AF6B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7FD6" w:rsidRPr="005B7C2B" w14:paraId="346B6F7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81E937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80C48A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A4BCAE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8B45F3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Epidemiologie și sănătate publică</w:t>
            </w:r>
          </w:p>
        </w:tc>
        <w:tc>
          <w:tcPr>
            <w:tcW w:w="615" w:type="dxa"/>
            <w:hideMark/>
          </w:tcPr>
          <w:p w14:paraId="1AB532D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07FD6" w:rsidRPr="005B7C2B" w14:paraId="279F345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8A0058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E00784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3127DF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777BF4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Nevoile fundamentale specifice ființei umane</w:t>
            </w:r>
          </w:p>
        </w:tc>
        <w:tc>
          <w:tcPr>
            <w:tcW w:w="615" w:type="dxa"/>
            <w:hideMark/>
          </w:tcPr>
          <w:p w14:paraId="47F1F05E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07FD6" w:rsidRPr="005B7C2B" w14:paraId="54D7E1F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1A8DB6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5F5F5C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7E2BAB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0210B9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Protecție și securitate în muncă</w:t>
            </w:r>
          </w:p>
        </w:tc>
        <w:tc>
          <w:tcPr>
            <w:tcW w:w="615" w:type="dxa"/>
            <w:hideMark/>
          </w:tcPr>
          <w:p w14:paraId="4EC774C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07FD6" w:rsidRPr="005B7C2B" w14:paraId="7842F08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9049B3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0C4838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DF76C9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80E022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Puericultură, pediatrie și alimentație dietetică specifică</w:t>
            </w:r>
          </w:p>
        </w:tc>
        <w:tc>
          <w:tcPr>
            <w:tcW w:w="615" w:type="dxa"/>
            <w:hideMark/>
          </w:tcPr>
          <w:p w14:paraId="3C753A1B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07FD6" w:rsidRPr="005B7C2B" w14:paraId="1EBFA02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B12594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9F740A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D78DE7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0FAC50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Semiologie și terminologie medicala</w:t>
            </w:r>
          </w:p>
        </w:tc>
        <w:tc>
          <w:tcPr>
            <w:tcW w:w="615" w:type="dxa"/>
            <w:hideMark/>
          </w:tcPr>
          <w:p w14:paraId="7F669DC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07FD6" w:rsidRPr="005B7C2B" w14:paraId="4C15703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86FCF4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470ED0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B43066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5589E5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gastronomie și gastrotehnie</w:t>
            </w:r>
          </w:p>
        </w:tc>
        <w:tc>
          <w:tcPr>
            <w:tcW w:w="615" w:type="dxa"/>
            <w:hideMark/>
          </w:tcPr>
          <w:p w14:paraId="33BF470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14:paraId="3CFBF6FB" w14:textId="77777777" w:rsidR="00D07FD6" w:rsidRPr="005B7C2B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7C2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5E6248B9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04E14D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6E83822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46261061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3D4F21D8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1FD235A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1DBC9EB5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7B8CCC5A" w14:textId="3DA8C1B1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63888F28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08E8D21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21.8. Pedagog de recuperare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66D1818B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21.8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0E6397A0" w14:textId="68CCBD2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1E4AAE75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6E9F2C5A" w14:textId="77777777" w:rsidR="00D07FD6" w:rsidRPr="005B7C2B" w:rsidRDefault="00D07FD6" w:rsidP="007B44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hideMark/>
          </w:tcPr>
          <w:p w14:paraId="6B756BA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hideMark/>
          </w:tcPr>
          <w:p w14:paraId="12AF184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242D0A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Abilitare manuală</w:t>
            </w:r>
          </w:p>
        </w:tc>
        <w:tc>
          <w:tcPr>
            <w:tcW w:w="615" w:type="dxa"/>
            <w:hideMark/>
          </w:tcPr>
          <w:p w14:paraId="384A87DB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FD6" w:rsidRPr="005B7C2B" w14:paraId="69B827D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213867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219388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C9B461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BDD14D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Asistență socială și structuri organizaționale</w:t>
            </w:r>
          </w:p>
        </w:tc>
        <w:tc>
          <w:tcPr>
            <w:tcW w:w="615" w:type="dxa"/>
            <w:hideMark/>
          </w:tcPr>
          <w:p w14:paraId="2B76055A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FD6" w:rsidRPr="005B7C2B" w14:paraId="416E353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8DD03E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1EC640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4C54A1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FB8120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Autonomie personală și socială</w:t>
            </w:r>
          </w:p>
        </w:tc>
        <w:tc>
          <w:tcPr>
            <w:tcW w:w="615" w:type="dxa"/>
            <w:hideMark/>
          </w:tcPr>
          <w:p w14:paraId="4398367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FD6" w:rsidRPr="005B7C2B" w14:paraId="303CF62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BFD665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34BD0C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E952C7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BD7F10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7647816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FD6" w:rsidRPr="005B7C2B" w14:paraId="77CDEE1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DBD3CE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FD6E70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269C15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E2B49F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Consilierea activităților practice</w:t>
            </w:r>
          </w:p>
        </w:tc>
        <w:tc>
          <w:tcPr>
            <w:tcW w:w="615" w:type="dxa"/>
            <w:hideMark/>
          </w:tcPr>
          <w:p w14:paraId="4DC0C838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7FD6" w:rsidRPr="005B7C2B" w14:paraId="2AF7433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2351D0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AA7D33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35DA8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B03512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Consilierea activităților specifice</w:t>
            </w:r>
          </w:p>
        </w:tc>
        <w:tc>
          <w:tcPr>
            <w:tcW w:w="615" w:type="dxa"/>
            <w:hideMark/>
          </w:tcPr>
          <w:p w14:paraId="594E469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07FD6" w:rsidRPr="005B7C2B" w14:paraId="04B16C7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ADA2A1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E8E568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59B4C1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1C30BA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fizică și sport</w:t>
            </w:r>
          </w:p>
        </w:tc>
        <w:tc>
          <w:tcPr>
            <w:tcW w:w="615" w:type="dxa"/>
            <w:hideMark/>
          </w:tcPr>
          <w:p w14:paraId="62A23AAA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7FD6" w:rsidRPr="005B7C2B" w14:paraId="33A4526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59BE45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89454F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D8B923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E76358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muzicală</w:t>
            </w:r>
          </w:p>
        </w:tc>
        <w:tc>
          <w:tcPr>
            <w:tcW w:w="615" w:type="dxa"/>
            <w:hideMark/>
          </w:tcPr>
          <w:p w14:paraId="67F16B0A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7FD6" w:rsidRPr="005B7C2B" w14:paraId="41A7918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1F9DEE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9E8570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160441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5222E2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plastică</w:t>
            </w:r>
          </w:p>
        </w:tc>
        <w:tc>
          <w:tcPr>
            <w:tcW w:w="615" w:type="dxa"/>
            <w:hideMark/>
          </w:tcPr>
          <w:p w14:paraId="3B5186A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7FD6" w:rsidRPr="005B7C2B" w14:paraId="15C1994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485DDB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E97F69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6DB1C4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ED79B9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prin mass-media</w:t>
            </w:r>
          </w:p>
        </w:tc>
        <w:tc>
          <w:tcPr>
            <w:tcW w:w="615" w:type="dxa"/>
            <w:hideMark/>
          </w:tcPr>
          <w:p w14:paraId="6078CF9D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FD6" w:rsidRPr="005B7C2B" w14:paraId="0516843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F21C0B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CEBCFE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D92AD9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F19BB2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psihomotrică</w:t>
            </w:r>
          </w:p>
        </w:tc>
        <w:tc>
          <w:tcPr>
            <w:tcW w:w="615" w:type="dxa"/>
            <w:hideMark/>
          </w:tcPr>
          <w:p w14:paraId="692D2CA4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7FD6" w:rsidRPr="005B7C2B" w14:paraId="0848DAF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BDC113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48E65B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5E20B4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BD79A2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Educație spirituală</w:t>
            </w:r>
          </w:p>
        </w:tc>
        <w:tc>
          <w:tcPr>
            <w:tcW w:w="615" w:type="dxa"/>
            <w:hideMark/>
          </w:tcPr>
          <w:p w14:paraId="1941B1A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07FD6" w:rsidRPr="005B7C2B" w14:paraId="5C75400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E03F46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8C46E6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2CD6FC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E458B1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gospodărire</w:t>
            </w:r>
          </w:p>
        </w:tc>
        <w:tc>
          <w:tcPr>
            <w:tcW w:w="615" w:type="dxa"/>
            <w:hideMark/>
          </w:tcPr>
          <w:p w14:paraId="7CF4F55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07FD6" w:rsidRPr="005B7C2B" w14:paraId="0187770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255D2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9726AA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572037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1FD0AE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ludoterapie</w:t>
            </w:r>
          </w:p>
        </w:tc>
        <w:tc>
          <w:tcPr>
            <w:tcW w:w="615" w:type="dxa"/>
            <w:hideMark/>
          </w:tcPr>
          <w:p w14:paraId="23976196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07FD6" w:rsidRPr="005B7C2B" w14:paraId="6C76C25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4EE48F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47139F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6CA8E8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3CBA9C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Elemente de meloterapie</w:t>
            </w:r>
          </w:p>
        </w:tc>
        <w:tc>
          <w:tcPr>
            <w:tcW w:w="615" w:type="dxa"/>
            <w:hideMark/>
          </w:tcPr>
          <w:p w14:paraId="573D79CE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07FD6" w:rsidRPr="005B7C2B" w14:paraId="63981B2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30AF3D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638CCA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C10FFA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32DB9B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Îngrijirea persoanei cu nevoi speciale</w:t>
            </w:r>
          </w:p>
        </w:tc>
        <w:tc>
          <w:tcPr>
            <w:tcW w:w="615" w:type="dxa"/>
            <w:hideMark/>
          </w:tcPr>
          <w:p w14:paraId="7C3A4C9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07FD6" w:rsidRPr="005B7C2B" w14:paraId="7C619EE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D56CEA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641F56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B70D82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321E2B6" w14:textId="28B67F66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Îngrijire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44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noțiuni generale</w:t>
            </w:r>
          </w:p>
        </w:tc>
        <w:tc>
          <w:tcPr>
            <w:tcW w:w="615" w:type="dxa"/>
            <w:hideMark/>
          </w:tcPr>
          <w:p w14:paraId="4603019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07FD6" w:rsidRPr="005B7C2B" w14:paraId="232CCF9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81AF87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DBAA53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C6089A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E8E2D6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Legislație și protecție specială a persoanelor cu nevoi speciale</w:t>
            </w:r>
          </w:p>
        </w:tc>
        <w:tc>
          <w:tcPr>
            <w:tcW w:w="615" w:type="dxa"/>
            <w:hideMark/>
          </w:tcPr>
          <w:p w14:paraId="5F71934D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07FD6" w:rsidRPr="005B7C2B" w14:paraId="633BE07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92556F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885D33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103BEA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7B56A2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Literatura pentru copii și tineret</w:t>
            </w:r>
          </w:p>
        </w:tc>
        <w:tc>
          <w:tcPr>
            <w:tcW w:w="615" w:type="dxa"/>
            <w:hideMark/>
          </w:tcPr>
          <w:p w14:paraId="15B5319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07FD6" w:rsidRPr="005B7C2B" w14:paraId="68BE53C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B1E3B8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1DF444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D4BFAA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6DC2A8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Managementul activităților casnice</w:t>
            </w:r>
          </w:p>
        </w:tc>
        <w:tc>
          <w:tcPr>
            <w:tcW w:w="615" w:type="dxa"/>
            <w:hideMark/>
          </w:tcPr>
          <w:p w14:paraId="3758E7B8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07FD6" w:rsidRPr="005B7C2B" w14:paraId="0F5BC04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8A12CF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A4715F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4225F7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5B58E6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Măsuri de prim ajutor</w:t>
            </w:r>
          </w:p>
        </w:tc>
        <w:tc>
          <w:tcPr>
            <w:tcW w:w="615" w:type="dxa"/>
            <w:hideMark/>
          </w:tcPr>
          <w:p w14:paraId="71240EE1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07FD6" w:rsidRPr="005B7C2B" w14:paraId="14FE5B5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DED3FD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1B6C3D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B84EE4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5B69A8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Muncă în echipa multidisciplinară</w:t>
            </w:r>
          </w:p>
        </w:tc>
        <w:tc>
          <w:tcPr>
            <w:tcW w:w="615" w:type="dxa"/>
            <w:hideMark/>
          </w:tcPr>
          <w:p w14:paraId="3951DFAA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07FD6" w:rsidRPr="005B7C2B" w14:paraId="129E16E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D02151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3F08F1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EAF315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20590D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Noțiuni medicale de bază</w:t>
            </w:r>
          </w:p>
        </w:tc>
        <w:tc>
          <w:tcPr>
            <w:tcW w:w="615" w:type="dxa"/>
            <w:hideMark/>
          </w:tcPr>
          <w:p w14:paraId="1A92F3C2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07FD6" w:rsidRPr="005B7C2B" w14:paraId="04546C1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5E20D1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C1DDFE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123C75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4A2F1F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Organizarea activităților specifice</w:t>
            </w:r>
          </w:p>
        </w:tc>
        <w:tc>
          <w:tcPr>
            <w:tcW w:w="615" w:type="dxa"/>
            <w:hideMark/>
          </w:tcPr>
          <w:p w14:paraId="0A29E57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D07FD6" w:rsidRPr="005B7C2B" w14:paraId="0E0B9B0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5C32C6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B8B764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044B21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6702C2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Pedagogia jocului</w:t>
            </w:r>
          </w:p>
        </w:tc>
        <w:tc>
          <w:tcPr>
            <w:tcW w:w="615" w:type="dxa"/>
            <w:hideMark/>
          </w:tcPr>
          <w:p w14:paraId="485C0A8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07FD6" w:rsidRPr="005B7C2B" w14:paraId="47538B6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E4837A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38C247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2609E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F9AA15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Pedagogie de recuperare</w:t>
            </w:r>
          </w:p>
        </w:tc>
        <w:tc>
          <w:tcPr>
            <w:tcW w:w="615" w:type="dxa"/>
            <w:hideMark/>
          </w:tcPr>
          <w:p w14:paraId="0A2BA487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07FD6" w:rsidRPr="005B7C2B" w14:paraId="7EC5299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B190A9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AB8714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0DEF85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4E97D3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Pedagogie generală</w:t>
            </w:r>
          </w:p>
        </w:tc>
        <w:tc>
          <w:tcPr>
            <w:tcW w:w="615" w:type="dxa"/>
            <w:hideMark/>
          </w:tcPr>
          <w:p w14:paraId="5C74900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D07FD6" w:rsidRPr="005B7C2B" w14:paraId="6874B55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CDA4F2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E1BE41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F09F42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BE7BBE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Pedagogii alternative</w:t>
            </w:r>
          </w:p>
        </w:tc>
        <w:tc>
          <w:tcPr>
            <w:tcW w:w="615" w:type="dxa"/>
            <w:hideMark/>
          </w:tcPr>
          <w:p w14:paraId="241F866C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D07FD6" w:rsidRPr="005B7C2B" w14:paraId="65FA159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05E088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27ACE4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C49725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8B310B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Proiectarea activităților specifice</w:t>
            </w:r>
          </w:p>
        </w:tc>
        <w:tc>
          <w:tcPr>
            <w:tcW w:w="615" w:type="dxa"/>
            <w:hideMark/>
          </w:tcPr>
          <w:p w14:paraId="089562C0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D07FD6" w:rsidRPr="005B7C2B" w14:paraId="68980DD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61C659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A72B3E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D6CF23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79542D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Psihopatologie</w:t>
            </w:r>
          </w:p>
        </w:tc>
        <w:tc>
          <w:tcPr>
            <w:tcW w:w="615" w:type="dxa"/>
            <w:hideMark/>
          </w:tcPr>
          <w:p w14:paraId="4432B6B5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07FD6" w:rsidRPr="005B7C2B" w14:paraId="5747420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C5844B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150856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91BB73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7505BD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Psihopedagogie specială</w:t>
            </w:r>
          </w:p>
        </w:tc>
        <w:tc>
          <w:tcPr>
            <w:tcW w:w="615" w:type="dxa"/>
            <w:hideMark/>
          </w:tcPr>
          <w:p w14:paraId="40DF72E3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D07FD6" w:rsidRPr="005B7C2B" w14:paraId="723F6AE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3BC34D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645294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64E441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3970D6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Psihosociologia grupului</w:t>
            </w:r>
          </w:p>
        </w:tc>
        <w:tc>
          <w:tcPr>
            <w:tcW w:w="615" w:type="dxa"/>
            <w:hideMark/>
          </w:tcPr>
          <w:p w14:paraId="34E93913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07FD6" w:rsidRPr="005B7C2B" w14:paraId="576C104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5F4704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D83A67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E95DAD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5F8C85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Tehnici de comunicare</w:t>
            </w:r>
          </w:p>
        </w:tc>
        <w:tc>
          <w:tcPr>
            <w:tcW w:w="615" w:type="dxa"/>
            <w:hideMark/>
          </w:tcPr>
          <w:p w14:paraId="542981F9" w14:textId="77777777" w:rsidR="00D07FD6" w:rsidRPr="005B7C2B" w:rsidRDefault="00D07FD6" w:rsidP="00A3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</w:tbl>
    <w:p w14:paraId="06BDEE7E" w14:textId="1E0B4A7E" w:rsidR="00D07FD6" w:rsidRPr="005B7C2B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35772D" w14:textId="77777777" w:rsidR="00D07FD6" w:rsidRPr="005B7C2B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7C2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699C534E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1EBBFEF3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2D307DC1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385527E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35E8E478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4291ACBB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285E0D21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D34BB38" w14:textId="5099945E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5AFF0BB0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05704F8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21.9. Ocrotirea persoanelor vârstnice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40A8D4A6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21.9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27F2CAE2" w14:textId="431AD2D8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6170065E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3B2A7A57" w14:textId="5F552F1F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hideMark/>
          </w:tcPr>
          <w:p w14:paraId="67A41CC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1DF172A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52C7975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Asistență socială</w:t>
            </w:r>
          </w:p>
        </w:tc>
        <w:tc>
          <w:tcPr>
            <w:tcW w:w="615" w:type="dxa"/>
            <w:hideMark/>
          </w:tcPr>
          <w:p w14:paraId="4E06441E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D07FD6" w:rsidRPr="005B7C2B" w14:paraId="166B099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1B12B5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4D7ED9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AC1820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CA73DA2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Boli chirurgicale și intervenții în urgențe chirurgicale</w:t>
            </w:r>
          </w:p>
        </w:tc>
        <w:tc>
          <w:tcPr>
            <w:tcW w:w="615" w:type="dxa"/>
            <w:hideMark/>
          </w:tcPr>
          <w:p w14:paraId="76F454ED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</w:tr>
      <w:tr w:rsidR="00D07FD6" w:rsidRPr="005B7C2B" w14:paraId="19AD944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35B217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A1EF27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048E08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6DB5DE8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Boli interne și intervenții în urgențe medicale</w:t>
            </w:r>
          </w:p>
        </w:tc>
        <w:tc>
          <w:tcPr>
            <w:tcW w:w="615" w:type="dxa"/>
            <w:hideMark/>
          </w:tcPr>
          <w:p w14:paraId="38AE819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</w:tr>
      <w:tr w:rsidR="00D07FD6" w:rsidRPr="005B7C2B" w14:paraId="592EA5C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31E6A9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0ED0EC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15CF14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5A072AE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Boli neurologice</w:t>
            </w:r>
          </w:p>
        </w:tc>
        <w:tc>
          <w:tcPr>
            <w:tcW w:w="615" w:type="dxa"/>
            <w:hideMark/>
          </w:tcPr>
          <w:p w14:paraId="675C40CB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</w:tr>
      <w:tr w:rsidR="00D07FD6" w:rsidRPr="005B7C2B" w14:paraId="5CFD0683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D9BA58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72B0AA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943BEC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6FB58B2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Boli psihiatrice</w:t>
            </w:r>
          </w:p>
        </w:tc>
        <w:tc>
          <w:tcPr>
            <w:tcW w:w="615" w:type="dxa"/>
            <w:hideMark/>
          </w:tcPr>
          <w:p w14:paraId="03869489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</w:tr>
      <w:tr w:rsidR="00D07FD6" w:rsidRPr="005B7C2B" w14:paraId="491B94C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1EFB90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49997B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35ED3A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7EA64A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0624B40A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</w:tr>
      <w:tr w:rsidR="00D07FD6" w:rsidRPr="005B7C2B" w14:paraId="2454453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227C2D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A6B0B4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79B58D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DACDC1F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Educație pentru sănătate</w:t>
            </w:r>
          </w:p>
        </w:tc>
        <w:tc>
          <w:tcPr>
            <w:tcW w:w="615" w:type="dxa"/>
            <w:hideMark/>
          </w:tcPr>
          <w:p w14:paraId="5B854FD3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D07FD6" w:rsidRPr="005B7C2B" w14:paraId="04AADC4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FEF461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960994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9E5FA9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6CC1222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Educație spirituală</w:t>
            </w:r>
          </w:p>
        </w:tc>
        <w:tc>
          <w:tcPr>
            <w:tcW w:w="615" w:type="dxa"/>
            <w:hideMark/>
          </w:tcPr>
          <w:p w14:paraId="5DE065B6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D07FD6" w:rsidRPr="005B7C2B" w14:paraId="4ECED77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9D1252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78AF3B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8B5070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3DA8270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Ergoterapie</w:t>
            </w:r>
          </w:p>
        </w:tc>
        <w:tc>
          <w:tcPr>
            <w:tcW w:w="615" w:type="dxa"/>
            <w:hideMark/>
          </w:tcPr>
          <w:p w14:paraId="10CACAB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D07FD6" w:rsidRPr="005B7C2B" w14:paraId="7527CA2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02DEBE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CBF71F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784703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ED2CDFE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Geriatrie</w:t>
            </w:r>
          </w:p>
        </w:tc>
        <w:tc>
          <w:tcPr>
            <w:tcW w:w="615" w:type="dxa"/>
            <w:hideMark/>
          </w:tcPr>
          <w:p w14:paraId="38357073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</w:tr>
      <w:tr w:rsidR="00D07FD6" w:rsidRPr="005B7C2B" w14:paraId="377B294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284682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C9D975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4C383E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BA8F23E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Gerontologie</w:t>
            </w:r>
          </w:p>
        </w:tc>
        <w:tc>
          <w:tcPr>
            <w:tcW w:w="615" w:type="dxa"/>
            <w:hideMark/>
          </w:tcPr>
          <w:p w14:paraId="3B61F184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D07FD6" w:rsidRPr="005B7C2B" w14:paraId="2C56FEA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AEA3CF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7328D5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9658E8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81AEE1F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Igienă și epidemiologie</w:t>
            </w:r>
          </w:p>
        </w:tc>
        <w:tc>
          <w:tcPr>
            <w:tcW w:w="615" w:type="dxa"/>
            <w:hideMark/>
          </w:tcPr>
          <w:p w14:paraId="1C2E03DD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</w:tr>
      <w:tr w:rsidR="00D07FD6" w:rsidRPr="005B7C2B" w14:paraId="5268606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073ACC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0B70D0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97C9A9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C4472A5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Îngrijirea muribundului</w:t>
            </w:r>
          </w:p>
        </w:tc>
        <w:tc>
          <w:tcPr>
            <w:tcW w:w="615" w:type="dxa"/>
            <w:hideMark/>
          </w:tcPr>
          <w:p w14:paraId="08EEF637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</w:tr>
      <w:tr w:rsidR="00D07FD6" w:rsidRPr="005B7C2B" w14:paraId="0139515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946AFF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7D8CC0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317FEB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A9361C2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Îngrijiri estetice</w:t>
            </w:r>
          </w:p>
        </w:tc>
        <w:tc>
          <w:tcPr>
            <w:tcW w:w="615" w:type="dxa"/>
            <w:hideMark/>
          </w:tcPr>
          <w:p w14:paraId="631A40EB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</w:tr>
      <w:tr w:rsidR="00D07FD6" w:rsidRPr="005B7C2B" w14:paraId="45E16DF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EF3160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EA1020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1D8AD9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08740AC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Kinetoterapie</w:t>
            </w:r>
          </w:p>
        </w:tc>
        <w:tc>
          <w:tcPr>
            <w:tcW w:w="615" w:type="dxa"/>
            <w:hideMark/>
          </w:tcPr>
          <w:p w14:paraId="2FC8D007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</w:tr>
      <w:tr w:rsidR="00D07FD6" w:rsidRPr="005B7C2B" w14:paraId="1C48C4C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443FDD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F6D511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FCC6CC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07588D2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Nutriția și dietetica vârstnicului</w:t>
            </w:r>
          </w:p>
        </w:tc>
        <w:tc>
          <w:tcPr>
            <w:tcW w:w="615" w:type="dxa"/>
            <w:hideMark/>
          </w:tcPr>
          <w:p w14:paraId="680ED686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</w:tr>
      <w:tr w:rsidR="00D07FD6" w:rsidRPr="005B7C2B" w14:paraId="5E74234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EB2921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39B36E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49503E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3C33DD6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Ocrotire și asistenta la domiciliu</w:t>
            </w:r>
          </w:p>
        </w:tc>
        <w:tc>
          <w:tcPr>
            <w:tcW w:w="615" w:type="dxa"/>
            <w:hideMark/>
          </w:tcPr>
          <w:p w14:paraId="142805D3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</w:tr>
      <w:tr w:rsidR="00D07FD6" w:rsidRPr="005B7C2B" w14:paraId="20937A6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87A3A6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41F529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0AF53A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128F288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Organizarea activităților practice</w:t>
            </w:r>
          </w:p>
        </w:tc>
        <w:tc>
          <w:tcPr>
            <w:tcW w:w="615" w:type="dxa"/>
            <w:hideMark/>
          </w:tcPr>
          <w:p w14:paraId="6AECFC2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</w:tr>
      <w:tr w:rsidR="00D07FD6" w:rsidRPr="005B7C2B" w14:paraId="67A1088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4CCA26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97F3E7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18BDDB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DC51C01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Protecție, sănătate și securitate în muncă</w:t>
            </w:r>
          </w:p>
        </w:tc>
        <w:tc>
          <w:tcPr>
            <w:tcW w:w="615" w:type="dxa"/>
            <w:hideMark/>
          </w:tcPr>
          <w:p w14:paraId="6DD0357E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</w:tr>
      <w:tr w:rsidR="00D07FD6" w:rsidRPr="005B7C2B" w14:paraId="740C21F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7D0F04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59F518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C0676B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F0419F3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Reabilitare casnică</w:t>
            </w:r>
          </w:p>
        </w:tc>
        <w:tc>
          <w:tcPr>
            <w:tcW w:w="615" w:type="dxa"/>
            <w:hideMark/>
          </w:tcPr>
          <w:p w14:paraId="1B645B38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</w:p>
        </w:tc>
      </w:tr>
      <w:tr w:rsidR="00D07FD6" w:rsidRPr="005B7C2B" w14:paraId="2A03803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07F405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CD52EEF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976906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48E390C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Reabilitare ludică</w:t>
            </w:r>
          </w:p>
        </w:tc>
        <w:tc>
          <w:tcPr>
            <w:tcW w:w="615" w:type="dxa"/>
            <w:hideMark/>
          </w:tcPr>
          <w:p w14:paraId="0F2F70B5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</w:tr>
      <w:tr w:rsidR="00D07FD6" w:rsidRPr="005B7C2B" w14:paraId="1733C2D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35B454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F7D999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0795BA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ABD881B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Reabilitare prin arte plastice</w:t>
            </w:r>
          </w:p>
        </w:tc>
        <w:tc>
          <w:tcPr>
            <w:tcW w:w="615" w:type="dxa"/>
            <w:hideMark/>
          </w:tcPr>
          <w:p w14:paraId="341B525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</w:tr>
      <w:tr w:rsidR="00D07FD6" w:rsidRPr="005B7C2B" w14:paraId="6EFF542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7C6215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6F92C9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0317D7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5A736C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Reabilitare prin muzică</w:t>
            </w:r>
          </w:p>
        </w:tc>
        <w:tc>
          <w:tcPr>
            <w:tcW w:w="615" w:type="dxa"/>
            <w:hideMark/>
          </w:tcPr>
          <w:p w14:paraId="5AEDC730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</w:tr>
      <w:tr w:rsidR="00D07FD6" w:rsidRPr="005B7C2B" w14:paraId="76BBCF97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544D371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14720D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0C35D0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1D5951D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Tehnici de comunicare specială</w:t>
            </w:r>
          </w:p>
        </w:tc>
        <w:tc>
          <w:tcPr>
            <w:tcW w:w="615" w:type="dxa"/>
            <w:hideMark/>
          </w:tcPr>
          <w:p w14:paraId="69C647C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</w:p>
        </w:tc>
      </w:tr>
      <w:tr w:rsidR="00D07FD6" w:rsidRPr="005B7C2B" w14:paraId="65B39FF0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E17C63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11B4D3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F6D599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113F62B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Tehnici de îngrijire în geriatrie</w:t>
            </w:r>
          </w:p>
        </w:tc>
        <w:tc>
          <w:tcPr>
            <w:tcW w:w="615" w:type="dxa"/>
            <w:hideMark/>
          </w:tcPr>
          <w:p w14:paraId="75D77515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</w:tr>
      <w:tr w:rsidR="00D07FD6" w:rsidRPr="005B7C2B" w14:paraId="1509D756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70BA29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468492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3FCA302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AA65F13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Terapii alternative</w:t>
            </w:r>
          </w:p>
        </w:tc>
        <w:tc>
          <w:tcPr>
            <w:tcW w:w="615" w:type="dxa"/>
            <w:hideMark/>
          </w:tcPr>
          <w:p w14:paraId="6B9A2EF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</w:tr>
    </w:tbl>
    <w:p w14:paraId="2F2167EB" w14:textId="4E3F175C" w:rsidR="00D07FD6" w:rsidRDefault="00D07FD6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D3F9E0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25C1C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887B29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9BBD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D73EA9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8B8514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7D262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2CC656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C19EDE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F88B6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07F530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55EA1C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030C71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00FD7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091488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65533A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36A189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DFF592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DCE0AB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A3D90F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CB0598" w14:textId="77777777" w:rsidR="006F3CAE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A25656" w14:textId="77777777" w:rsidR="006F3CAE" w:rsidRPr="005B7C2B" w:rsidRDefault="006F3CAE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1412"/>
        <w:gridCol w:w="1718"/>
        <w:gridCol w:w="4026"/>
        <w:gridCol w:w="615"/>
      </w:tblGrid>
      <w:tr w:rsidR="00A33D86" w:rsidRPr="005B7C2B" w14:paraId="1C6B5ADC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284023ED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3FAEFAC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36D7D9F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postului/catedrei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11D2D179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615" w:type="dxa"/>
            <w:vMerge w:val="restart"/>
            <w:shd w:val="clear" w:color="auto" w:fill="EDEDED" w:themeFill="accent3" w:themeFillTint="33"/>
            <w:vAlign w:val="center"/>
            <w:hideMark/>
          </w:tcPr>
          <w:p w14:paraId="5FBACD85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A33D86" w:rsidRPr="005B7C2B" w14:paraId="2818C406" w14:textId="77777777" w:rsidTr="00A33D86">
        <w:trPr>
          <w:trHeight w:val="20"/>
          <w:tblHeader/>
        </w:trPr>
        <w:tc>
          <w:tcPr>
            <w:tcW w:w="1291" w:type="dxa"/>
            <w:shd w:val="clear" w:color="auto" w:fill="EDEDED" w:themeFill="accent3" w:themeFillTint="33"/>
            <w:vAlign w:val="center"/>
            <w:hideMark/>
          </w:tcPr>
          <w:p w14:paraId="5D8960D8" w14:textId="0D625F26" w:rsidR="00A33D86" w:rsidRPr="005B7C2B" w:rsidRDefault="00A33D86" w:rsidP="007B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Învățământ </w:t>
            </w:r>
            <w:r w:rsidR="007B4406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ostliceal</w:t>
            </w:r>
          </w:p>
        </w:tc>
        <w:tc>
          <w:tcPr>
            <w:tcW w:w="1412" w:type="dxa"/>
            <w:shd w:val="clear" w:color="auto" w:fill="EDEDED" w:themeFill="accent3" w:themeFillTint="33"/>
            <w:vAlign w:val="center"/>
            <w:hideMark/>
          </w:tcPr>
          <w:p w14:paraId="7A551DC6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 Sănătate și asistență pedagogică</w:t>
            </w:r>
          </w:p>
        </w:tc>
        <w:tc>
          <w:tcPr>
            <w:tcW w:w="1718" w:type="dxa"/>
            <w:shd w:val="clear" w:color="auto" w:fill="EDEDED" w:themeFill="accent3" w:themeFillTint="33"/>
            <w:vAlign w:val="center"/>
            <w:hideMark/>
          </w:tcPr>
          <w:p w14:paraId="2E6436EF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21.10. Igienă și sănătate publică</w:t>
            </w:r>
          </w:p>
        </w:tc>
        <w:tc>
          <w:tcPr>
            <w:tcW w:w="4026" w:type="dxa"/>
            <w:shd w:val="clear" w:color="auto" w:fill="EDEDED" w:themeFill="accent3" w:themeFillTint="33"/>
            <w:vAlign w:val="center"/>
            <w:hideMark/>
          </w:tcPr>
          <w:p w14:paraId="559C27FE" w14:textId="77777777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b/>
                <w:sz w:val="20"/>
                <w:szCs w:val="20"/>
              </w:rPr>
              <w:t>ANEXA 21.10</w:t>
            </w:r>
          </w:p>
        </w:tc>
        <w:tc>
          <w:tcPr>
            <w:tcW w:w="615" w:type="dxa"/>
            <w:vMerge/>
            <w:shd w:val="clear" w:color="auto" w:fill="EDEDED" w:themeFill="accent3" w:themeFillTint="33"/>
            <w:vAlign w:val="center"/>
            <w:hideMark/>
          </w:tcPr>
          <w:p w14:paraId="62B72BD0" w14:textId="42F3420E" w:rsidR="00A33D86" w:rsidRPr="005B7C2B" w:rsidRDefault="00A33D86" w:rsidP="00A33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FD6" w:rsidRPr="005B7C2B" w14:paraId="5A135B44" w14:textId="77777777" w:rsidTr="00A33D86">
        <w:trPr>
          <w:trHeight w:val="20"/>
        </w:trPr>
        <w:tc>
          <w:tcPr>
            <w:tcW w:w="1291" w:type="dxa"/>
            <w:vMerge w:val="restart"/>
            <w:hideMark/>
          </w:tcPr>
          <w:p w14:paraId="5924DE8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2" w:type="dxa"/>
            <w:vMerge w:val="restart"/>
            <w:hideMark/>
          </w:tcPr>
          <w:p w14:paraId="76793A9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8" w:type="dxa"/>
            <w:vMerge w:val="restart"/>
            <w:hideMark/>
          </w:tcPr>
          <w:p w14:paraId="23CA1F2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26" w:type="dxa"/>
            <w:hideMark/>
          </w:tcPr>
          <w:p w14:paraId="1C1AFDA8" w14:textId="480A25A3" w:rsidR="00D07FD6" w:rsidRPr="00A66E01" w:rsidRDefault="00D07FD6" w:rsidP="007B440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Boli infecto</w:t>
            </w:r>
            <w:r w:rsidR="007B4406" w:rsidRPr="00A66E0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contagioase</w:t>
            </w:r>
          </w:p>
        </w:tc>
        <w:tc>
          <w:tcPr>
            <w:tcW w:w="615" w:type="dxa"/>
            <w:hideMark/>
          </w:tcPr>
          <w:p w14:paraId="5281D69E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D07FD6" w:rsidRPr="005B7C2B" w14:paraId="0E7C089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3A120D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7748EA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D90596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5C2B6FD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Chirurgie</w:t>
            </w:r>
          </w:p>
        </w:tc>
        <w:tc>
          <w:tcPr>
            <w:tcW w:w="615" w:type="dxa"/>
            <w:hideMark/>
          </w:tcPr>
          <w:p w14:paraId="19F2B0F9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</w:tr>
      <w:tr w:rsidR="00D07FD6" w:rsidRPr="005B7C2B" w14:paraId="2DAA353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76345C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679B05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56F2F3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573CFA9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Comunicare profesională</w:t>
            </w:r>
          </w:p>
        </w:tc>
        <w:tc>
          <w:tcPr>
            <w:tcW w:w="615" w:type="dxa"/>
            <w:hideMark/>
          </w:tcPr>
          <w:p w14:paraId="56F26F71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</w:tr>
      <w:tr w:rsidR="00D07FD6" w:rsidRPr="005B7C2B" w14:paraId="0A3F05E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5C85FC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230F95F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7F7CBA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684D0A6D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Dermatologie și venerologie</w:t>
            </w:r>
          </w:p>
        </w:tc>
        <w:tc>
          <w:tcPr>
            <w:tcW w:w="615" w:type="dxa"/>
            <w:hideMark/>
          </w:tcPr>
          <w:p w14:paraId="6E95F759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</w:tr>
      <w:tr w:rsidR="00D07FD6" w:rsidRPr="005B7C2B" w14:paraId="1B1E209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ED2FA7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EE0596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FD20BD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81D586E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Ecologie</w:t>
            </w:r>
          </w:p>
        </w:tc>
        <w:tc>
          <w:tcPr>
            <w:tcW w:w="615" w:type="dxa"/>
            <w:hideMark/>
          </w:tcPr>
          <w:p w14:paraId="08D62A36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</w:tr>
      <w:tr w:rsidR="00D07FD6" w:rsidRPr="005B7C2B" w14:paraId="2E3D47F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6DD481C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C83184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1C47B1D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057F431B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Etică și deontologia profesională</w:t>
            </w:r>
          </w:p>
        </w:tc>
        <w:tc>
          <w:tcPr>
            <w:tcW w:w="615" w:type="dxa"/>
            <w:hideMark/>
          </w:tcPr>
          <w:p w14:paraId="7E3E11C9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</w:tr>
      <w:tr w:rsidR="00D07FD6" w:rsidRPr="005B7C2B" w14:paraId="3321273A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7FFE1FE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31AA69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4076391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278E45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Farmacologie și toxicologie</w:t>
            </w:r>
          </w:p>
        </w:tc>
        <w:tc>
          <w:tcPr>
            <w:tcW w:w="615" w:type="dxa"/>
            <w:hideMark/>
          </w:tcPr>
          <w:p w14:paraId="42DCFEA0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D07FD6" w:rsidRPr="005B7C2B" w14:paraId="79D31CB4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9EAB38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BF5817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4742950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761CAA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Igiena copilului și adolescentului</w:t>
            </w:r>
          </w:p>
        </w:tc>
        <w:tc>
          <w:tcPr>
            <w:tcW w:w="615" w:type="dxa"/>
            <w:hideMark/>
          </w:tcPr>
          <w:p w14:paraId="6DA8A51C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D07FD6" w:rsidRPr="005B7C2B" w14:paraId="4C460C0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301173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BE422CC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A17BE1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BE3FA87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Igiena mediului</w:t>
            </w:r>
          </w:p>
        </w:tc>
        <w:tc>
          <w:tcPr>
            <w:tcW w:w="615" w:type="dxa"/>
            <w:hideMark/>
          </w:tcPr>
          <w:p w14:paraId="040EF127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D07FD6" w:rsidRPr="005B7C2B" w14:paraId="16CF4649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649595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6F539CB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8B6FCC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F0B7A6A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Igiena radiațiilor</w:t>
            </w:r>
          </w:p>
        </w:tc>
        <w:tc>
          <w:tcPr>
            <w:tcW w:w="615" w:type="dxa"/>
            <w:hideMark/>
          </w:tcPr>
          <w:p w14:paraId="1664098E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</w:tr>
      <w:tr w:rsidR="00D07FD6" w:rsidRPr="005B7C2B" w14:paraId="3A2796A1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8C80CC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1D9DFE5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133FCBE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273DF63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Igienă și siguranță alimentară</w:t>
            </w:r>
          </w:p>
        </w:tc>
        <w:tc>
          <w:tcPr>
            <w:tcW w:w="615" w:type="dxa"/>
            <w:hideMark/>
          </w:tcPr>
          <w:p w14:paraId="424DB50D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D07FD6" w:rsidRPr="005B7C2B" w14:paraId="7553ADFF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BCA6F5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01E0FB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C4D67F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0999CE9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Managementul sanitar</w:t>
            </w:r>
          </w:p>
        </w:tc>
        <w:tc>
          <w:tcPr>
            <w:tcW w:w="615" w:type="dxa"/>
            <w:hideMark/>
          </w:tcPr>
          <w:p w14:paraId="402562F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</w:tr>
      <w:tr w:rsidR="00D07FD6" w:rsidRPr="005B7C2B" w14:paraId="0453ECC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646F5E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0B54E99A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392796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5478689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Medicina muncii și boli profesionale</w:t>
            </w:r>
          </w:p>
        </w:tc>
        <w:tc>
          <w:tcPr>
            <w:tcW w:w="615" w:type="dxa"/>
            <w:hideMark/>
          </w:tcPr>
          <w:p w14:paraId="1400F8C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</w:tr>
      <w:tr w:rsidR="00D07FD6" w:rsidRPr="005B7C2B" w14:paraId="2E2A93A8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2AFD1B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E0CDBC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5E59398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00041F7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Medicină internă</w:t>
            </w:r>
          </w:p>
        </w:tc>
        <w:tc>
          <w:tcPr>
            <w:tcW w:w="615" w:type="dxa"/>
            <w:hideMark/>
          </w:tcPr>
          <w:p w14:paraId="44EF5F5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</w:tr>
      <w:tr w:rsidR="00D07FD6" w:rsidRPr="005B7C2B" w14:paraId="242E164C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326F6D3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77BCF6D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756BAF3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454EC721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Promovarea sănătății și educație pentru sănătate</w:t>
            </w:r>
          </w:p>
        </w:tc>
        <w:tc>
          <w:tcPr>
            <w:tcW w:w="615" w:type="dxa"/>
            <w:hideMark/>
          </w:tcPr>
          <w:p w14:paraId="7A3A286F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</w:tr>
      <w:tr w:rsidR="00D07FD6" w:rsidRPr="005B7C2B" w14:paraId="5B8F3872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71A31B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2F1CD4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15C5B6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7F2A827C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Puericultură și pediatrie</w:t>
            </w:r>
          </w:p>
        </w:tc>
        <w:tc>
          <w:tcPr>
            <w:tcW w:w="615" w:type="dxa"/>
            <w:hideMark/>
          </w:tcPr>
          <w:p w14:paraId="1CDCBEC4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</w:tr>
      <w:tr w:rsidR="00D07FD6" w:rsidRPr="005B7C2B" w14:paraId="359E12BB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075660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2D8C52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610F7CF8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2A3A2B35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Sănătate publică</w:t>
            </w:r>
          </w:p>
        </w:tc>
        <w:tc>
          <w:tcPr>
            <w:tcW w:w="615" w:type="dxa"/>
            <w:hideMark/>
          </w:tcPr>
          <w:p w14:paraId="1498666D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</w:tr>
      <w:tr w:rsidR="00D07FD6" w:rsidRPr="005B7C2B" w14:paraId="192E302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0C414D14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4036B42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0DA95B3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51CFECF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Sănătate și securitate în muncă</w:t>
            </w:r>
          </w:p>
        </w:tc>
        <w:tc>
          <w:tcPr>
            <w:tcW w:w="615" w:type="dxa"/>
            <w:hideMark/>
          </w:tcPr>
          <w:p w14:paraId="34681D06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</w:tr>
      <w:tr w:rsidR="00D07FD6" w:rsidRPr="005B7C2B" w14:paraId="095C0675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1BF9C16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577E3F1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1478D62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5107A046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Tehnici de specialitate</w:t>
            </w:r>
          </w:p>
        </w:tc>
        <w:tc>
          <w:tcPr>
            <w:tcW w:w="615" w:type="dxa"/>
            <w:hideMark/>
          </w:tcPr>
          <w:p w14:paraId="2C9C75B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</w:tr>
      <w:tr w:rsidR="00D07FD6" w:rsidRPr="005B7C2B" w14:paraId="52CDF18D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2A707359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3705E3B1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77FCC647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374F8ED9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Tehnici generale de îngrijire a bolnavului</w:t>
            </w:r>
          </w:p>
        </w:tc>
        <w:tc>
          <w:tcPr>
            <w:tcW w:w="615" w:type="dxa"/>
            <w:hideMark/>
          </w:tcPr>
          <w:p w14:paraId="0227FAD2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</w:p>
        </w:tc>
      </w:tr>
      <w:tr w:rsidR="00D07FD6" w:rsidRPr="005B7C2B" w14:paraId="3B9FFD7E" w14:textId="77777777" w:rsidTr="00A33D86">
        <w:trPr>
          <w:trHeight w:val="20"/>
        </w:trPr>
        <w:tc>
          <w:tcPr>
            <w:tcW w:w="1291" w:type="dxa"/>
            <w:vMerge/>
            <w:hideMark/>
          </w:tcPr>
          <w:p w14:paraId="41B88EF5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hideMark/>
          </w:tcPr>
          <w:p w14:paraId="60512A96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hideMark/>
          </w:tcPr>
          <w:p w14:paraId="24DBB7AD" w14:textId="77777777" w:rsidR="00D07FD6" w:rsidRPr="005B7C2B" w:rsidRDefault="00D07FD6" w:rsidP="00A33D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hideMark/>
          </w:tcPr>
          <w:p w14:paraId="1C223301" w14:textId="77777777" w:rsidR="00D07FD6" w:rsidRPr="00A66E01" w:rsidRDefault="00D07FD6" w:rsidP="00A33D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Urgențe medico-chirurgicale</w:t>
            </w:r>
          </w:p>
        </w:tc>
        <w:tc>
          <w:tcPr>
            <w:tcW w:w="615" w:type="dxa"/>
            <w:hideMark/>
          </w:tcPr>
          <w:p w14:paraId="670B67F5" w14:textId="77777777" w:rsidR="00D07FD6" w:rsidRPr="00A66E01" w:rsidRDefault="00D07FD6" w:rsidP="00A33D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66E01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</w:tr>
    </w:tbl>
    <w:p w14:paraId="5B8A46E5" w14:textId="77777777" w:rsidR="008604DB" w:rsidRPr="005B7C2B" w:rsidRDefault="008604DB" w:rsidP="00A33D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604DB" w:rsidRPr="005B7C2B" w:rsidSect="00557536">
      <w:footerReference w:type="default" r:id="rId7"/>
      <w:pgSz w:w="11906" w:h="16838"/>
      <w:pgMar w:top="1417" w:right="1417" w:bottom="1417" w:left="1417" w:header="708" w:footer="708" w:gutter="0"/>
      <w:pgNumType w:start="2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51258" w14:textId="77777777" w:rsidR="00817759" w:rsidRDefault="00817759" w:rsidP="008D6C3F">
      <w:pPr>
        <w:spacing w:after="0" w:line="240" w:lineRule="auto"/>
      </w:pPr>
      <w:r>
        <w:separator/>
      </w:r>
    </w:p>
  </w:endnote>
  <w:endnote w:type="continuationSeparator" w:id="0">
    <w:p w14:paraId="1B5B3490" w14:textId="77777777" w:rsidR="00817759" w:rsidRDefault="00817759" w:rsidP="008D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085692"/>
      <w:docPartObj>
        <w:docPartGallery w:val="Page Numbers (Bottom of Page)"/>
        <w:docPartUnique/>
      </w:docPartObj>
    </w:sdtPr>
    <w:sdtEndPr/>
    <w:sdtContent>
      <w:p w14:paraId="26103E7C" w14:textId="4257BB6E" w:rsidR="008D6C3F" w:rsidRDefault="008D6C3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759">
          <w:rPr>
            <w:noProof/>
          </w:rPr>
          <w:t>237</w:t>
        </w:r>
        <w:r>
          <w:fldChar w:fldCharType="end"/>
        </w:r>
      </w:p>
    </w:sdtContent>
  </w:sdt>
  <w:p w14:paraId="467A904D" w14:textId="77777777" w:rsidR="008D6C3F" w:rsidRDefault="008D6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DD1D5" w14:textId="77777777" w:rsidR="00817759" w:rsidRDefault="00817759" w:rsidP="008D6C3F">
      <w:pPr>
        <w:spacing w:after="0" w:line="240" w:lineRule="auto"/>
      </w:pPr>
      <w:r>
        <w:separator/>
      </w:r>
    </w:p>
  </w:footnote>
  <w:footnote w:type="continuationSeparator" w:id="0">
    <w:p w14:paraId="4AC0258F" w14:textId="77777777" w:rsidR="00817759" w:rsidRDefault="00817759" w:rsidP="008D6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42"/>
    <w:rsid w:val="00052685"/>
    <w:rsid w:val="000B2FEF"/>
    <w:rsid w:val="001F3DB2"/>
    <w:rsid w:val="003A2076"/>
    <w:rsid w:val="004F7039"/>
    <w:rsid w:val="00557536"/>
    <w:rsid w:val="0058411E"/>
    <w:rsid w:val="005B7C2B"/>
    <w:rsid w:val="005D76F1"/>
    <w:rsid w:val="0066003C"/>
    <w:rsid w:val="006F3CAE"/>
    <w:rsid w:val="00717277"/>
    <w:rsid w:val="007B4406"/>
    <w:rsid w:val="00817759"/>
    <w:rsid w:val="00831042"/>
    <w:rsid w:val="008604DB"/>
    <w:rsid w:val="008A3394"/>
    <w:rsid w:val="008B188A"/>
    <w:rsid w:val="008D6C3F"/>
    <w:rsid w:val="008F6976"/>
    <w:rsid w:val="009767F9"/>
    <w:rsid w:val="00A23937"/>
    <w:rsid w:val="00A33D86"/>
    <w:rsid w:val="00A66E01"/>
    <w:rsid w:val="00BF69AC"/>
    <w:rsid w:val="00C22108"/>
    <w:rsid w:val="00CE289A"/>
    <w:rsid w:val="00D040D7"/>
    <w:rsid w:val="00D07FD6"/>
    <w:rsid w:val="00D14BC9"/>
    <w:rsid w:val="00E2087F"/>
    <w:rsid w:val="00E5060B"/>
    <w:rsid w:val="00E7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460C"/>
  <w15:chartTrackingRefBased/>
  <w15:docId w15:val="{7C66E570-3883-4268-BB0D-E5FB2643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F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F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D6C3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D6C3F"/>
    <w:rPr>
      <w:rFonts w:ascii="Times New Roman" w:eastAsia="Times New Roman" w:hAnsi="Times New Roman" w:cs="Times New Roman"/>
      <w:b/>
      <w:sz w:val="24"/>
      <w:szCs w:val="20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8D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C3F"/>
  </w:style>
  <w:style w:type="paragraph" w:styleId="Footer">
    <w:name w:val="footer"/>
    <w:basedOn w:val="Normal"/>
    <w:link w:val="FooterChar"/>
    <w:uiPriority w:val="99"/>
    <w:unhideWhenUsed/>
    <w:rsid w:val="008D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C3F"/>
  </w:style>
  <w:style w:type="table" w:styleId="TableGrid">
    <w:name w:val="Table Grid"/>
    <w:basedOn w:val="TableNormal"/>
    <w:uiPriority w:val="39"/>
    <w:rsid w:val="00860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B2F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FE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E335C67-0DFB-4F46-9353-D1E7D159F44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24</TotalTime>
  <Pages>10</Pages>
  <Words>1549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18</cp:revision>
  <dcterms:created xsi:type="dcterms:W3CDTF">2018-11-14T18:08:00Z</dcterms:created>
  <dcterms:modified xsi:type="dcterms:W3CDTF">2020-02-18T14:44:00Z</dcterms:modified>
</cp:coreProperties>
</file>